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F16D36" w:rsidTr="0021048E">
        <w:trPr>
          <w:trHeight w:val="869"/>
        </w:trPr>
        <w:tc>
          <w:tcPr>
            <w:tcW w:w="936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6D36" w:rsidRDefault="00F16D36" w:rsidP="0021048E">
            <w:pPr>
              <w:pStyle w:val="a5"/>
              <w:rPr>
                <w:noProof/>
                <w:sz w:val="24"/>
                <w:szCs w:val="24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271903E5" wp14:editId="05B721BD">
                  <wp:simplePos x="0" y="0"/>
                  <wp:positionH relativeFrom="column">
                    <wp:posOffset>-1078865</wp:posOffset>
                  </wp:positionH>
                  <wp:positionV relativeFrom="paragraph">
                    <wp:posOffset>-164144</wp:posOffset>
                  </wp:positionV>
                  <wp:extent cx="8020050" cy="2234244"/>
                  <wp:effectExtent l="0" t="0" r="0" b="0"/>
                  <wp:wrapNone/>
                  <wp:docPr id="5" name="Рисунок 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Q_Artboard 1 copy копия 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3965"/>
                          <a:stretch/>
                        </pic:blipFill>
                        <pic:spPr bwMode="auto">
                          <a:xfrm>
                            <a:off x="0" y="0"/>
                            <a:ext cx="8020050" cy="22342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16D36" w:rsidTr="0021048E">
        <w:trPr>
          <w:trHeight w:val="1543"/>
        </w:trPr>
        <w:tc>
          <w:tcPr>
            <w:tcW w:w="93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6D36" w:rsidRDefault="00F16D36" w:rsidP="0021048E">
            <w:pPr>
              <w:pStyle w:val="a5"/>
              <w:rPr>
                <w:noProof/>
                <w:sz w:val="24"/>
                <w:szCs w:val="24"/>
              </w:rPr>
            </w:pPr>
          </w:p>
        </w:tc>
      </w:tr>
    </w:tbl>
    <w:p w:rsidR="00C46D7A" w:rsidRDefault="002C0658" w:rsidP="00C62396">
      <w:pPr>
        <w:pStyle w:val="2"/>
        <w:tabs>
          <w:tab w:val="left" w:pos="1764"/>
        </w:tabs>
        <w:spacing w:after="0" w:line="240" w:lineRule="auto"/>
        <w:ind w:left="0" w:right="2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4979C6">
        <w:rPr>
          <w:sz w:val="26"/>
          <w:szCs w:val="26"/>
        </w:rPr>
        <w:t xml:space="preserve">      </w:t>
      </w:r>
      <w:r w:rsidR="00F72649">
        <w:rPr>
          <w:sz w:val="26"/>
          <w:szCs w:val="26"/>
        </w:rPr>
        <w:t xml:space="preserve"> </w:t>
      </w:r>
      <w:r w:rsidR="004979C6">
        <w:rPr>
          <w:sz w:val="26"/>
          <w:szCs w:val="26"/>
        </w:rPr>
        <w:t>25.02.2021</w:t>
      </w:r>
      <w:r w:rsidR="00F72649">
        <w:rPr>
          <w:sz w:val="26"/>
          <w:szCs w:val="26"/>
        </w:rPr>
        <w:t xml:space="preserve">                </w:t>
      </w:r>
      <w:r w:rsidR="00BD3EC1">
        <w:rPr>
          <w:sz w:val="26"/>
          <w:szCs w:val="26"/>
        </w:rPr>
        <w:t xml:space="preserve">  </w:t>
      </w:r>
      <w:r w:rsidR="004979C6">
        <w:rPr>
          <w:sz w:val="26"/>
          <w:szCs w:val="26"/>
        </w:rPr>
        <w:t xml:space="preserve">     </w:t>
      </w:r>
      <w:r w:rsidR="00206B0B">
        <w:rPr>
          <w:sz w:val="26"/>
          <w:szCs w:val="26"/>
        </w:rPr>
        <w:t xml:space="preserve"> </w:t>
      </w:r>
      <w:r w:rsidR="00FC0BCC" w:rsidRPr="00002FD3">
        <w:rPr>
          <w:sz w:val="26"/>
          <w:szCs w:val="26"/>
        </w:rPr>
        <w:t>МР</w:t>
      </w:r>
      <w:proofErr w:type="gramStart"/>
      <w:r w:rsidR="00FC0BCC" w:rsidRPr="00002FD3">
        <w:rPr>
          <w:sz w:val="26"/>
          <w:szCs w:val="26"/>
        </w:rPr>
        <w:t>2</w:t>
      </w:r>
      <w:proofErr w:type="gramEnd"/>
      <w:r w:rsidR="00FC0BCC" w:rsidRPr="00002FD3">
        <w:rPr>
          <w:sz w:val="26"/>
          <w:szCs w:val="26"/>
        </w:rPr>
        <w:t>/81-0</w:t>
      </w:r>
      <w:r w:rsidR="00C62396">
        <w:rPr>
          <w:sz w:val="26"/>
          <w:szCs w:val="26"/>
        </w:rPr>
        <w:t>1</w:t>
      </w:r>
      <w:r w:rsidR="00FC0BCC" w:rsidRPr="00002FD3">
        <w:rPr>
          <w:sz w:val="26"/>
          <w:szCs w:val="26"/>
        </w:rPr>
        <w:t>/</w:t>
      </w:r>
      <w:r w:rsidR="00C62396">
        <w:rPr>
          <w:sz w:val="26"/>
          <w:szCs w:val="26"/>
        </w:rPr>
        <w:t>1301</w:t>
      </w:r>
    </w:p>
    <w:p w:rsidR="00C62396" w:rsidRPr="00783D37" w:rsidRDefault="00C62396" w:rsidP="00C62396">
      <w:pPr>
        <w:pStyle w:val="2"/>
        <w:tabs>
          <w:tab w:val="left" w:pos="1764"/>
        </w:tabs>
        <w:spacing w:after="0" w:line="240" w:lineRule="auto"/>
        <w:ind w:left="0" w:right="28"/>
        <w:jc w:val="both"/>
        <w:rPr>
          <w:sz w:val="26"/>
          <w:szCs w:val="26"/>
        </w:rPr>
      </w:pPr>
    </w:p>
    <w:p w:rsidR="00C46D7A" w:rsidRPr="00566D15" w:rsidRDefault="00C46D7A" w:rsidP="00C46D7A">
      <w:pPr>
        <w:pStyle w:val="2"/>
        <w:spacing w:after="0" w:line="276" w:lineRule="auto"/>
        <w:ind w:left="0" w:right="28"/>
        <w:jc w:val="both"/>
        <w:rPr>
          <w:sz w:val="26"/>
          <w:szCs w:val="26"/>
        </w:rPr>
      </w:pPr>
    </w:p>
    <w:p w:rsidR="00C46D7A" w:rsidRPr="00A0432B" w:rsidRDefault="00281AF4" w:rsidP="00C46D7A">
      <w:pPr>
        <w:pStyle w:val="2"/>
        <w:tabs>
          <w:tab w:val="left" w:pos="1545"/>
          <w:tab w:val="left" w:pos="4185"/>
          <w:tab w:val="left" w:pos="4215"/>
        </w:tabs>
        <w:spacing w:after="0" w:line="276" w:lineRule="auto"/>
        <w:ind w:left="0" w:right="28"/>
        <w:jc w:val="both"/>
        <w:rPr>
          <w:szCs w:val="24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A346EB" wp14:editId="42E4A2F3">
                <wp:simplePos x="0" y="0"/>
                <wp:positionH relativeFrom="column">
                  <wp:posOffset>3870960</wp:posOffset>
                </wp:positionH>
                <wp:positionV relativeFrom="paragraph">
                  <wp:posOffset>-2540</wp:posOffset>
                </wp:positionV>
                <wp:extent cx="2585085" cy="676275"/>
                <wp:effectExtent l="0" t="0" r="5715" b="952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508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3EC1" w:rsidRPr="00BD3EC1" w:rsidRDefault="00BD3EC1" w:rsidP="00BD3EC1">
                            <w:pPr>
                              <w:ind w:right="-48"/>
                              <w:rPr>
                                <w:sz w:val="26"/>
                                <w:szCs w:val="26"/>
                              </w:rPr>
                            </w:pPr>
                            <w:r w:rsidRPr="00BD3EC1">
                              <w:rPr>
                                <w:sz w:val="26"/>
                                <w:szCs w:val="26"/>
                              </w:rPr>
                              <w:t xml:space="preserve">В организации </w:t>
                            </w:r>
                          </w:p>
                          <w:p w:rsidR="00A91325" w:rsidRPr="00C04C76" w:rsidRDefault="00BD3EC1" w:rsidP="00BD3EC1">
                            <w:pPr>
                              <w:ind w:right="-48"/>
                              <w:rPr>
                                <w:sz w:val="26"/>
                                <w:szCs w:val="26"/>
                              </w:rPr>
                            </w:pPr>
                            <w:r w:rsidRPr="00BD3EC1">
                              <w:rPr>
                                <w:sz w:val="26"/>
                                <w:szCs w:val="26"/>
                              </w:rPr>
                              <w:t>по списку рассылки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04.8pt;margin-top:-.2pt;width:203.55pt;height:5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" stroked="f">
                <v:textbox>
                  <w:txbxContent>
                    <w:p w:rsidR="00BD3EC1" w:rsidRPr="00BD3EC1" w:rsidRDefault="00BD3EC1" w:rsidP="00BD3EC1">
                      <w:pPr>
                        <w:ind w:right="-48"/>
                        <w:rPr>
                          <w:sz w:val="26"/>
                          <w:szCs w:val="26"/>
                        </w:rPr>
                      </w:pPr>
                      <w:r w:rsidRPr="00BD3EC1">
                        <w:rPr>
                          <w:sz w:val="26"/>
                          <w:szCs w:val="26"/>
                        </w:rPr>
                        <w:t xml:space="preserve">В организации </w:t>
                      </w:r>
                    </w:p>
                    <w:p w:rsidR="00A91325" w:rsidRPr="00C04C76" w:rsidRDefault="00BD3EC1" w:rsidP="00BD3EC1">
                      <w:pPr>
                        <w:ind w:right="-48"/>
                        <w:rPr>
                          <w:sz w:val="26"/>
                          <w:szCs w:val="26"/>
                        </w:rPr>
                      </w:pPr>
                      <w:r w:rsidRPr="00BD3EC1">
                        <w:rPr>
                          <w:sz w:val="26"/>
                          <w:szCs w:val="26"/>
                        </w:rPr>
                        <w:t>по списку рассылки</w:t>
                      </w:r>
                    </w:p>
                  </w:txbxContent>
                </v:textbox>
              </v:shape>
            </w:pict>
          </mc:Fallback>
        </mc:AlternateContent>
      </w:r>
      <w:r w:rsidR="0093128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15A502" wp14:editId="4368238E">
                <wp:simplePos x="0" y="0"/>
                <wp:positionH relativeFrom="column">
                  <wp:posOffset>87432</wp:posOffset>
                </wp:positionH>
                <wp:positionV relativeFrom="paragraph">
                  <wp:posOffset>89741</wp:posOffset>
                </wp:positionV>
                <wp:extent cx="3115310" cy="831273"/>
                <wp:effectExtent l="0" t="0" r="8890" b="6985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5310" cy="8312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1AF4" w:rsidRDefault="00BD3EC1" w:rsidP="0093128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Уведомление о публикации</w:t>
                            </w:r>
                            <w:r w:rsidR="00281AF4" w:rsidRPr="00281AF4">
                              <w:rPr>
                                <w:sz w:val="24"/>
                                <w:szCs w:val="24"/>
                              </w:rPr>
                              <w:t xml:space="preserve"> проекта изменений, вносимых в инвестиционную про</w:t>
                            </w:r>
                            <w:r w:rsidR="00281AF4">
                              <w:rPr>
                                <w:sz w:val="24"/>
                                <w:szCs w:val="24"/>
                              </w:rPr>
                              <w:t>грамму ПАО «МРСК Северо-Запада»</w:t>
                            </w:r>
                          </w:p>
                          <w:p w:rsidR="00A91325" w:rsidRPr="00931286" w:rsidRDefault="00281AF4" w:rsidP="0093128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81AF4">
                              <w:rPr>
                                <w:sz w:val="24"/>
                                <w:szCs w:val="24"/>
                              </w:rPr>
                              <w:t>на 2016-2025 гг</w:t>
                            </w:r>
                            <w:r w:rsidR="00BD3EC1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6.9pt;margin-top:7.05pt;width:245.3pt;height:65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" stroked="f">
                <v:textbox>
                  <w:txbxContent>
                    <w:p w:rsidR="00281AF4" w:rsidRDefault="00BD3EC1" w:rsidP="00931286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Уведомление о публикации</w:t>
                      </w:r>
                      <w:r w:rsidR="00281AF4" w:rsidRPr="00281AF4">
                        <w:rPr>
                          <w:sz w:val="24"/>
                          <w:szCs w:val="24"/>
                        </w:rPr>
                        <w:t xml:space="preserve"> проекта изменений, вносимых в инвестиционную про</w:t>
                      </w:r>
                      <w:r w:rsidR="00281AF4">
                        <w:rPr>
                          <w:sz w:val="24"/>
                          <w:szCs w:val="24"/>
                        </w:rPr>
                        <w:t>грамму ПАО «МРСК Северо-Запада»</w:t>
                      </w:r>
                    </w:p>
                    <w:p w:rsidR="00A91325" w:rsidRPr="00931286" w:rsidRDefault="00281AF4" w:rsidP="00931286">
                      <w:pPr>
                        <w:rPr>
                          <w:sz w:val="24"/>
                          <w:szCs w:val="24"/>
                        </w:rPr>
                      </w:pPr>
                      <w:r w:rsidRPr="00281AF4">
                        <w:rPr>
                          <w:sz w:val="24"/>
                          <w:szCs w:val="24"/>
                        </w:rPr>
                        <w:t>на 2016-2025 гг</w:t>
                      </w:r>
                      <w:r w:rsidR="00BD3EC1">
                        <w:rPr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C46D7A" w:rsidRPr="0044735A">
        <w:rPr>
          <w:sz w:val="26"/>
          <w:szCs w:val="26"/>
        </w:rPr>
        <w:t xml:space="preserve">               </w:t>
      </w:r>
    </w:p>
    <w:p w:rsidR="00C46D7A" w:rsidRPr="00783D37" w:rsidRDefault="00C46D7A" w:rsidP="00C46D7A">
      <w:pPr>
        <w:pStyle w:val="2"/>
        <w:spacing w:after="0" w:line="240" w:lineRule="auto"/>
        <w:ind w:left="0" w:right="28"/>
        <w:jc w:val="both"/>
        <w:rPr>
          <w:sz w:val="28"/>
          <w:szCs w:val="28"/>
        </w:rPr>
      </w:pPr>
    </w:p>
    <w:p w:rsidR="00C46D7A" w:rsidRDefault="00C46D7A" w:rsidP="00C46D7A">
      <w:pPr>
        <w:pStyle w:val="2"/>
        <w:spacing w:after="0" w:line="240" w:lineRule="auto"/>
        <w:ind w:left="0" w:right="28"/>
        <w:jc w:val="both"/>
        <w:rPr>
          <w:sz w:val="28"/>
          <w:szCs w:val="28"/>
        </w:rPr>
      </w:pPr>
    </w:p>
    <w:p w:rsidR="00C46D7A" w:rsidRDefault="00C46D7A" w:rsidP="00C46D7A">
      <w:pPr>
        <w:pStyle w:val="2"/>
        <w:spacing w:after="0" w:line="240" w:lineRule="auto"/>
        <w:ind w:left="0" w:right="28"/>
        <w:jc w:val="both"/>
        <w:rPr>
          <w:sz w:val="28"/>
          <w:szCs w:val="28"/>
        </w:rPr>
      </w:pPr>
    </w:p>
    <w:p w:rsidR="00C46D7A" w:rsidRDefault="00C46D7A" w:rsidP="00C46D7A">
      <w:pPr>
        <w:pStyle w:val="2"/>
        <w:spacing w:after="0" w:line="240" w:lineRule="auto"/>
        <w:ind w:left="0" w:right="28"/>
        <w:jc w:val="both"/>
        <w:rPr>
          <w:sz w:val="28"/>
          <w:szCs w:val="28"/>
        </w:rPr>
      </w:pPr>
    </w:p>
    <w:p w:rsidR="00C46D7A" w:rsidRDefault="00C46D7A" w:rsidP="00C46D7A">
      <w:pPr>
        <w:pStyle w:val="2"/>
        <w:spacing w:after="0" w:line="240" w:lineRule="auto"/>
        <w:ind w:left="0" w:right="28"/>
        <w:jc w:val="both"/>
        <w:rPr>
          <w:sz w:val="28"/>
          <w:szCs w:val="28"/>
        </w:rPr>
      </w:pPr>
    </w:p>
    <w:p w:rsidR="00C46D7A" w:rsidRPr="00FF19D7" w:rsidRDefault="00C46D7A" w:rsidP="00C46D7A">
      <w:pPr>
        <w:tabs>
          <w:tab w:val="left" w:pos="4224"/>
          <w:tab w:val="left" w:pos="6096"/>
        </w:tabs>
        <w:ind w:left="567" w:right="537"/>
        <w:jc w:val="center"/>
        <w:rPr>
          <w:sz w:val="26"/>
          <w:szCs w:val="26"/>
        </w:rPr>
      </w:pPr>
      <w:r w:rsidRPr="00FF19D7">
        <w:rPr>
          <w:sz w:val="26"/>
          <w:szCs w:val="26"/>
        </w:rPr>
        <w:t>Уважаемы</w:t>
      </w:r>
      <w:r w:rsidR="00BD3EC1">
        <w:rPr>
          <w:sz w:val="26"/>
          <w:szCs w:val="26"/>
        </w:rPr>
        <w:t xml:space="preserve">е </w:t>
      </w:r>
      <w:r w:rsidR="00084F8C">
        <w:rPr>
          <w:sz w:val="26"/>
          <w:szCs w:val="26"/>
        </w:rPr>
        <w:t>руководители</w:t>
      </w:r>
      <w:r w:rsidRPr="00FF19D7">
        <w:rPr>
          <w:sz w:val="26"/>
          <w:szCs w:val="26"/>
        </w:rPr>
        <w:t>!</w:t>
      </w:r>
    </w:p>
    <w:p w:rsidR="00C46D7A" w:rsidRPr="00FF19D7" w:rsidRDefault="00C46D7A" w:rsidP="00C46D7A">
      <w:pPr>
        <w:tabs>
          <w:tab w:val="left" w:pos="4224"/>
          <w:tab w:val="left" w:pos="6096"/>
        </w:tabs>
        <w:ind w:left="567" w:right="537"/>
        <w:jc w:val="center"/>
        <w:rPr>
          <w:sz w:val="26"/>
          <w:szCs w:val="26"/>
        </w:rPr>
      </w:pPr>
    </w:p>
    <w:p w:rsidR="00BD3EC1" w:rsidRPr="002D1DA7" w:rsidRDefault="00BD3EC1" w:rsidP="00BD3EC1">
      <w:pPr>
        <w:tabs>
          <w:tab w:val="left" w:pos="4224"/>
          <w:tab w:val="left" w:pos="6096"/>
        </w:tabs>
        <w:ind w:right="253" w:firstLine="567"/>
        <w:jc w:val="both"/>
        <w:rPr>
          <w:sz w:val="26"/>
          <w:szCs w:val="26"/>
        </w:rPr>
      </w:pPr>
      <w:proofErr w:type="gramStart"/>
      <w:r w:rsidRPr="002D1DA7">
        <w:rPr>
          <w:sz w:val="26"/>
          <w:szCs w:val="26"/>
        </w:rPr>
        <w:t>В соответствии с постановлением Правительства Российской Федерации от 01.12.2009 № 977 «Об инвестиционных программах субъектов электроэнергетики» и постановлением Правительства Российской Федерации от 21.01.2004 № 24 «Об утверждении стандартов раскрытия инф</w:t>
      </w:r>
      <w:bookmarkStart w:id="0" w:name="_GoBack"/>
      <w:bookmarkEnd w:id="0"/>
      <w:r w:rsidRPr="002D1DA7">
        <w:rPr>
          <w:sz w:val="26"/>
          <w:szCs w:val="26"/>
        </w:rPr>
        <w:t xml:space="preserve">ормации субъектами оптового и розничных рынков электрической энергии» уведомляем, что проект изменений, вносимых в инвестиционную программу ПАО «МРСК Северо-Запада» на 2016-2025 гг., утвержденную приказом Минэнерго России от 30.11.2015 №906 </w:t>
      </w:r>
      <w:r w:rsidR="00B74183" w:rsidRPr="00B74183">
        <w:rPr>
          <w:sz w:val="26"/>
          <w:szCs w:val="26"/>
        </w:rPr>
        <w:t>утвержденную приказом Минэнерго России</w:t>
      </w:r>
      <w:proofErr w:type="gramEnd"/>
      <w:r w:rsidR="00B74183" w:rsidRPr="00B74183">
        <w:rPr>
          <w:sz w:val="26"/>
          <w:szCs w:val="26"/>
        </w:rPr>
        <w:t xml:space="preserve"> от 30.11.2015 №906, с изменениями, внесенными приказом Минэнерго России от 25.12.2020 №24@, </w:t>
      </w:r>
      <w:r w:rsidRPr="002D1DA7">
        <w:rPr>
          <w:sz w:val="26"/>
          <w:szCs w:val="26"/>
        </w:rPr>
        <w:t>в порядке раскрытия информации опубликован на официальном сайте Минэнерго России в сети «Интернет» в целях общественного  обсуждения.</w:t>
      </w:r>
    </w:p>
    <w:p w:rsidR="00BD3EC1" w:rsidRPr="002D1DA7" w:rsidRDefault="00BD3EC1" w:rsidP="00BD3EC1">
      <w:pPr>
        <w:tabs>
          <w:tab w:val="left" w:pos="4224"/>
          <w:tab w:val="left" w:pos="6096"/>
        </w:tabs>
        <w:ind w:right="253" w:firstLine="567"/>
        <w:jc w:val="both"/>
        <w:rPr>
          <w:sz w:val="26"/>
          <w:szCs w:val="26"/>
        </w:rPr>
      </w:pPr>
      <w:r w:rsidRPr="002D1DA7">
        <w:rPr>
          <w:sz w:val="26"/>
          <w:szCs w:val="26"/>
        </w:rPr>
        <w:t>Полный электронный адрес опубликования и дата опубликования указаны в приложении.</w:t>
      </w:r>
    </w:p>
    <w:p w:rsidR="00BD3EC1" w:rsidRPr="002D1DA7" w:rsidRDefault="00BD3EC1" w:rsidP="00281AF4">
      <w:pPr>
        <w:tabs>
          <w:tab w:val="left" w:pos="4224"/>
          <w:tab w:val="left" w:pos="6096"/>
        </w:tabs>
        <w:ind w:right="253" w:firstLine="567"/>
        <w:jc w:val="both"/>
        <w:rPr>
          <w:sz w:val="26"/>
          <w:szCs w:val="26"/>
        </w:rPr>
      </w:pPr>
    </w:p>
    <w:p w:rsidR="00BD3EC1" w:rsidRPr="002D1DA7" w:rsidRDefault="00BD3EC1" w:rsidP="00BD3EC1">
      <w:pPr>
        <w:tabs>
          <w:tab w:val="left" w:pos="4224"/>
          <w:tab w:val="left" w:pos="6096"/>
        </w:tabs>
        <w:ind w:right="253"/>
        <w:jc w:val="both"/>
        <w:rPr>
          <w:sz w:val="26"/>
          <w:szCs w:val="26"/>
        </w:rPr>
      </w:pPr>
      <w:r w:rsidRPr="002D1DA7">
        <w:rPr>
          <w:sz w:val="26"/>
          <w:szCs w:val="26"/>
        </w:rPr>
        <w:t>Приложение: Ссылки на размещенный проект инвестиционной программы, дата публикации.</w:t>
      </w:r>
    </w:p>
    <w:p w:rsidR="00BD3EC1" w:rsidRDefault="00BD3EC1" w:rsidP="00281AF4">
      <w:pPr>
        <w:tabs>
          <w:tab w:val="left" w:pos="4224"/>
          <w:tab w:val="left" w:pos="6096"/>
        </w:tabs>
        <w:ind w:right="253" w:firstLine="567"/>
        <w:jc w:val="both"/>
        <w:rPr>
          <w:color w:val="FF0000"/>
          <w:sz w:val="26"/>
          <w:szCs w:val="26"/>
        </w:rPr>
      </w:pPr>
    </w:p>
    <w:p w:rsidR="002D1DA7" w:rsidRPr="00F72649" w:rsidRDefault="002D1DA7" w:rsidP="00281AF4">
      <w:pPr>
        <w:tabs>
          <w:tab w:val="left" w:pos="4224"/>
          <w:tab w:val="left" w:pos="6096"/>
        </w:tabs>
        <w:ind w:right="253" w:firstLine="567"/>
        <w:jc w:val="both"/>
        <w:rPr>
          <w:color w:val="FF0000"/>
          <w:sz w:val="26"/>
          <w:szCs w:val="26"/>
        </w:rPr>
      </w:pPr>
    </w:p>
    <w:p w:rsidR="002D1DA7" w:rsidRPr="004128E1" w:rsidRDefault="002D1DA7" w:rsidP="002D1DA7">
      <w:pPr>
        <w:tabs>
          <w:tab w:val="left" w:pos="4224"/>
          <w:tab w:val="left" w:pos="6096"/>
        </w:tabs>
        <w:jc w:val="both"/>
        <w:rPr>
          <w:sz w:val="26"/>
          <w:szCs w:val="26"/>
        </w:rPr>
      </w:pPr>
      <w:r w:rsidRPr="004128E1">
        <w:rPr>
          <w:sz w:val="26"/>
          <w:szCs w:val="26"/>
        </w:rPr>
        <w:t>Заместитель Генерального директора</w:t>
      </w:r>
    </w:p>
    <w:p w:rsidR="002D1DA7" w:rsidRPr="004128E1" w:rsidRDefault="002D1DA7" w:rsidP="002D1DA7">
      <w:pPr>
        <w:tabs>
          <w:tab w:val="left" w:pos="4224"/>
          <w:tab w:val="left" w:pos="6096"/>
        </w:tabs>
        <w:jc w:val="both"/>
        <w:rPr>
          <w:sz w:val="26"/>
          <w:szCs w:val="26"/>
        </w:rPr>
      </w:pPr>
      <w:r w:rsidRPr="004128E1">
        <w:rPr>
          <w:sz w:val="26"/>
          <w:szCs w:val="26"/>
        </w:rPr>
        <w:t>по капитальному строительству</w:t>
      </w:r>
    </w:p>
    <w:p w:rsidR="002D1DA7" w:rsidRPr="004128E1" w:rsidRDefault="00442D81" w:rsidP="002D1DA7">
      <w:pPr>
        <w:tabs>
          <w:tab w:val="left" w:pos="4224"/>
          <w:tab w:val="left" w:pos="6096"/>
        </w:tabs>
        <w:jc w:val="both"/>
        <w:rPr>
          <w:sz w:val="26"/>
          <w:szCs w:val="26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9E6AE4" wp14:editId="757791C1">
                <wp:simplePos x="0" y="0"/>
                <wp:positionH relativeFrom="column">
                  <wp:posOffset>2337435</wp:posOffset>
                </wp:positionH>
                <wp:positionV relativeFrom="paragraph">
                  <wp:posOffset>19685</wp:posOffset>
                </wp:positionV>
                <wp:extent cx="2962275" cy="1066800"/>
                <wp:effectExtent l="0" t="0" r="28575" b="19050"/>
                <wp:wrapNone/>
                <wp:docPr id="3" name="Скругленный 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2275" cy="1066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62396" w:rsidRPr="002401C9" w:rsidRDefault="00C62396" w:rsidP="00C62396">
                            <w:pPr>
                              <w:widowControl/>
                              <w:jc w:val="both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2401C9">
                              <w:rPr>
                                <w:b/>
                                <w:sz w:val="16"/>
                                <w:szCs w:val="16"/>
                              </w:rPr>
                              <w:t xml:space="preserve">Подписано с использованием усиленной квалифицированной электронной подписи (квалифицированный сертификат ключа проверки электронной подписи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№ </w:t>
                            </w:r>
                            <w:r w:rsidRPr="007B5B8D">
                              <w:rPr>
                                <w:b/>
                                <w:sz w:val="16"/>
                                <w:szCs w:val="16"/>
                              </w:rPr>
                              <w:t xml:space="preserve">02 3d 91 a9 00 d3 </w:t>
                            </w:r>
                            <w:proofErr w:type="spellStart"/>
                            <w:r w:rsidRPr="007B5B8D">
                              <w:rPr>
                                <w:b/>
                                <w:sz w:val="16"/>
                                <w:szCs w:val="16"/>
                              </w:rPr>
                              <w:t>ac</w:t>
                            </w:r>
                            <w:proofErr w:type="spellEnd"/>
                            <w:r w:rsidRPr="007B5B8D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86 9b 4c 5c 37 86 e1 07 4b 43 владелец</w:t>
                            </w:r>
                            <w:r w:rsidRPr="002401C9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сертификата:</w:t>
                            </w:r>
                            <w:proofErr w:type="gramEnd"/>
                            <w:r w:rsidRPr="002401C9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Аганова Карина Андреевна</w:t>
                            </w:r>
                            <w:r w:rsidRPr="002401C9">
                              <w:rPr>
                                <w:b/>
                                <w:sz w:val="16"/>
                                <w:szCs w:val="16"/>
                              </w:rPr>
                              <w:t>; начало действия: ‎</w:t>
                            </w:r>
                            <w:r w:rsidRPr="00242635">
                              <w:rPr>
                                <w:b/>
                                <w:sz w:val="16"/>
                                <w:szCs w:val="16"/>
                              </w:rPr>
                              <w:t>‎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18</w:t>
                            </w:r>
                            <w:r w:rsidRPr="00242635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февраля ‎2021 ‎г. 13</w:t>
                            </w:r>
                            <w:r w:rsidRPr="00242635">
                              <w:rPr>
                                <w:b/>
                                <w:sz w:val="16"/>
                                <w:szCs w:val="16"/>
                              </w:rPr>
                              <w:t>:1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2</w:t>
                            </w:r>
                            <w:r w:rsidRPr="00242635">
                              <w:rPr>
                                <w:b/>
                                <w:sz w:val="16"/>
                                <w:szCs w:val="16"/>
                              </w:rPr>
                              <w:t>: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23</w:t>
                            </w:r>
                            <w:r w:rsidRPr="002401C9">
                              <w:rPr>
                                <w:b/>
                                <w:sz w:val="16"/>
                                <w:szCs w:val="16"/>
                              </w:rPr>
                              <w:t xml:space="preserve">, окончание действия: </w:t>
                            </w:r>
                            <w:r w:rsidRPr="00242635">
                              <w:rPr>
                                <w:b/>
                                <w:sz w:val="16"/>
                                <w:szCs w:val="16"/>
                              </w:rPr>
                              <w:t>‎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18 февраля</w:t>
                            </w:r>
                            <w:r w:rsidRPr="00242635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‎202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2</w:t>
                            </w:r>
                            <w:r w:rsidRPr="00242635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‎г. 1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3</w:t>
                            </w:r>
                            <w:r w:rsidRPr="00242635">
                              <w:rPr>
                                <w:b/>
                                <w:sz w:val="16"/>
                                <w:szCs w:val="16"/>
                              </w:rPr>
                              <w:t>:0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8:11</w:t>
                            </w:r>
                            <w:r w:rsidRPr="002401C9">
                              <w:rPr>
                                <w:b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" o:spid="_x0000_s1028" style="position:absolute;left:0;text-align:left;margin-left:184.05pt;margin-top:1.55pt;width:233.25pt;height:8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" strokeweight="1pt">
                <v:textbox>
                  <w:txbxContent>
                    <w:p w:rsidR="00C62396" w:rsidRPr="002401C9" w:rsidRDefault="00C62396" w:rsidP="00C62396">
                      <w:pPr>
                        <w:widowControl/>
                        <w:jc w:val="both"/>
                        <w:rPr>
                          <w:b/>
                          <w:sz w:val="16"/>
                          <w:szCs w:val="16"/>
                        </w:rPr>
                      </w:pPr>
                      <w:proofErr w:type="gramStart"/>
                      <w:r w:rsidRPr="002401C9">
                        <w:rPr>
                          <w:b/>
                          <w:sz w:val="16"/>
                          <w:szCs w:val="16"/>
                        </w:rPr>
                        <w:t xml:space="preserve">Подписано с использованием усиленной квалифицированной электронной подписи (квалифицированный сертификат ключа проверки электронной подписи 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№ </w:t>
                      </w:r>
                      <w:r w:rsidRPr="007B5B8D">
                        <w:rPr>
                          <w:b/>
                          <w:sz w:val="16"/>
                          <w:szCs w:val="16"/>
                        </w:rPr>
                        <w:t xml:space="preserve">02 3d 91 a9 00 d3 </w:t>
                      </w:r>
                      <w:proofErr w:type="spellStart"/>
                      <w:r w:rsidRPr="007B5B8D">
                        <w:rPr>
                          <w:b/>
                          <w:sz w:val="16"/>
                          <w:szCs w:val="16"/>
                        </w:rPr>
                        <w:t>ac</w:t>
                      </w:r>
                      <w:proofErr w:type="spellEnd"/>
                      <w:r w:rsidRPr="007B5B8D">
                        <w:rPr>
                          <w:b/>
                          <w:sz w:val="16"/>
                          <w:szCs w:val="16"/>
                        </w:rPr>
                        <w:t xml:space="preserve"> 86 9b 4c 5c 37 86 e1 07 4b 43 владелец</w:t>
                      </w:r>
                      <w:r w:rsidRPr="002401C9">
                        <w:rPr>
                          <w:b/>
                          <w:sz w:val="16"/>
                          <w:szCs w:val="16"/>
                        </w:rPr>
                        <w:t xml:space="preserve"> сертификата:</w:t>
                      </w:r>
                      <w:proofErr w:type="gramEnd"/>
                      <w:r w:rsidRPr="002401C9"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>Аганова Карина Андреевна</w:t>
                      </w:r>
                      <w:r w:rsidRPr="002401C9">
                        <w:rPr>
                          <w:b/>
                          <w:sz w:val="16"/>
                          <w:szCs w:val="16"/>
                        </w:rPr>
                        <w:t>; начало действия: ‎</w:t>
                      </w:r>
                      <w:r w:rsidRPr="00242635">
                        <w:rPr>
                          <w:b/>
                          <w:sz w:val="16"/>
                          <w:szCs w:val="16"/>
                        </w:rPr>
                        <w:t>‎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>18</w:t>
                      </w:r>
                      <w:r w:rsidRPr="00242635"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>февраля ‎2021 ‎г. 13</w:t>
                      </w:r>
                      <w:r w:rsidRPr="00242635">
                        <w:rPr>
                          <w:b/>
                          <w:sz w:val="16"/>
                          <w:szCs w:val="16"/>
                        </w:rPr>
                        <w:t>:1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>2</w:t>
                      </w:r>
                      <w:r w:rsidRPr="00242635">
                        <w:rPr>
                          <w:b/>
                          <w:sz w:val="16"/>
                          <w:szCs w:val="16"/>
                        </w:rPr>
                        <w:t>: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>23</w:t>
                      </w:r>
                      <w:r w:rsidRPr="002401C9">
                        <w:rPr>
                          <w:b/>
                          <w:sz w:val="16"/>
                          <w:szCs w:val="16"/>
                        </w:rPr>
                        <w:t xml:space="preserve">, окончание действия: </w:t>
                      </w:r>
                      <w:r w:rsidRPr="00242635">
                        <w:rPr>
                          <w:b/>
                          <w:sz w:val="16"/>
                          <w:szCs w:val="16"/>
                        </w:rPr>
                        <w:t>‎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>18 февраля</w:t>
                      </w:r>
                      <w:r w:rsidRPr="00242635">
                        <w:rPr>
                          <w:b/>
                          <w:sz w:val="16"/>
                          <w:szCs w:val="16"/>
                        </w:rPr>
                        <w:t xml:space="preserve"> ‎202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>2</w:t>
                      </w:r>
                      <w:r w:rsidRPr="00242635">
                        <w:rPr>
                          <w:b/>
                          <w:sz w:val="16"/>
                          <w:szCs w:val="16"/>
                        </w:rPr>
                        <w:t xml:space="preserve"> ‎г. 1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>3</w:t>
                      </w:r>
                      <w:r w:rsidRPr="00242635">
                        <w:rPr>
                          <w:b/>
                          <w:sz w:val="16"/>
                          <w:szCs w:val="16"/>
                        </w:rPr>
                        <w:t>:0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>8:11</w:t>
                      </w:r>
                      <w:r w:rsidRPr="002401C9">
                        <w:rPr>
                          <w:b/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 w:rsidR="002D1DA7" w:rsidRPr="004128E1">
        <w:rPr>
          <w:sz w:val="26"/>
          <w:szCs w:val="26"/>
        </w:rPr>
        <w:t xml:space="preserve">и инвестиционной деятельности                                                                     </w:t>
      </w:r>
      <w:r w:rsidR="002D1DA7">
        <w:rPr>
          <w:sz w:val="26"/>
          <w:szCs w:val="26"/>
        </w:rPr>
        <w:t xml:space="preserve">     </w:t>
      </w:r>
      <w:r w:rsidR="002D1DA7" w:rsidRPr="004128E1">
        <w:rPr>
          <w:sz w:val="26"/>
          <w:szCs w:val="26"/>
        </w:rPr>
        <w:t>К.А. Аганова</w:t>
      </w:r>
    </w:p>
    <w:p w:rsidR="00C46D7A" w:rsidRPr="00F72649" w:rsidRDefault="00C46D7A" w:rsidP="00C46D7A">
      <w:pPr>
        <w:tabs>
          <w:tab w:val="left" w:pos="4224"/>
          <w:tab w:val="left" w:pos="6096"/>
        </w:tabs>
        <w:ind w:right="253"/>
        <w:jc w:val="both"/>
        <w:rPr>
          <w:color w:val="FF0000"/>
          <w:sz w:val="26"/>
          <w:szCs w:val="26"/>
        </w:rPr>
      </w:pPr>
    </w:p>
    <w:p w:rsidR="00A333D3" w:rsidRPr="00F72649" w:rsidRDefault="00A333D3" w:rsidP="00C46D7A">
      <w:pPr>
        <w:tabs>
          <w:tab w:val="left" w:pos="4224"/>
          <w:tab w:val="left" w:pos="6096"/>
        </w:tabs>
        <w:ind w:right="253"/>
        <w:jc w:val="both"/>
        <w:rPr>
          <w:color w:val="FF0000"/>
          <w:sz w:val="26"/>
          <w:szCs w:val="26"/>
        </w:rPr>
      </w:pPr>
    </w:p>
    <w:p w:rsidR="00730342" w:rsidRPr="00F72649" w:rsidRDefault="00730342" w:rsidP="002C0658">
      <w:pPr>
        <w:tabs>
          <w:tab w:val="left" w:pos="4224"/>
          <w:tab w:val="left" w:pos="6096"/>
        </w:tabs>
        <w:ind w:right="253"/>
        <w:jc w:val="both"/>
        <w:rPr>
          <w:color w:val="FF0000"/>
          <w:sz w:val="26"/>
          <w:szCs w:val="26"/>
        </w:rPr>
      </w:pPr>
    </w:p>
    <w:p w:rsidR="00772B67" w:rsidRPr="00F72649" w:rsidRDefault="00772B67" w:rsidP="002C0658">
      <w:pPr>
        <w:tabs>
          <w:tab w:val="left" w:pos="4224"/>
          <w:tab w:val="left" w:pos="6096"/>
        </w:tabs>
        <w:ind w:right="253"/>
        <w:jc w:val="both"/>
        <w:rPr>
          <w:color w:val="FF0000"/>
          <w:sz w:val="26"/>
          <w:szCs w:val="26"/>
        </w:rPr>
      </w:pPr>
    </w:p>
    <w:p w:rsidR="002C0658" w:rsidRPr="00F72649" w:rsidRDefault="002C0658" w:rsidP="002C0658">
      <w:pPr>
        <w:tabs>
          <w:tab w:val="left" w:pos="4224"/>
          <w:tab w:val="left" w:pos="6096"/>
        </w:tabs>
        <w:ind w:right="253"/>
        <w:jc w:val="both"/>
        <w:rPr>
          <w:color w:val="FF0000"/>
          <w:sz w:val="26"/>
          <w:szCs w:val="26"/>
        </w:rPr>
      </w:pPr>
    </w:p>
    <w:p w:rsidR="00BD3EC1" w:rsidRPr="00F72649" w:rsidRDefault="00BD3EC1" w:rsidP="002C0658">
      <w:pPr>
        <w:tabs>
          <w:tab w:val="left" w:pos="4224"/>
          <w:tab w:val="left" w:pos="6096"/>
        </w:tabs>
        <w:ind w:right="253"/>
        <w:jc w:val="both"/>
        <w:rPr>
          <w:color w:val="FF0000"/>
          <w:sz w:val="26"/>
          <w:szCs w:val="26"/>
        </w:rPr>
      </w:pPr>
    </w:p>
    <w:p w:rsidR="00BD3EC1" w:rsidRPr="00F72649" w:rsidRDefault="00BD3EC1" w:rsidP="002C0658">
      <w:pPr>
        <w:tabs>
          <w:tab w:val="left" w:pos="4224"/>
          <w:tab w:val="left" w:pos="6096"/>
        </w:tabs>
        <w:ind w:right="253"/>
        <w:jc w:val="both"/>
        <w:rPr>
          <w:color w:val="FF0000"/>
          <w:sz w:val="26"/>
          <w:szCs w:val="26"/>
        </w:rPr>
      </w:pPr>
    </w:p>
    <w:p w:rsidR="00BD3EC1" w:rsidRPr="00F72649" w:rsidRDefault="00BD3EC1" w:rsidP="002C0658">
      <w:pPr>
        <w:tabs>
          <w:tab w:val="left" w:pos="4224"/>
          <w:tab w:val="left" w:pos="6096"/>
        </w:tabs>
        <w:ind w:right="253"/>
        <w:jc w:val="both"/>
        <w:rPr>
          <w:color w:val="FF0000"/>
          <w:sz w:val="26"/>
          <w:szCs w:val="26"/>
        </w:rPr>
      </w:pPr>
    </w:p>
    <w:p w:rsidR="00BD3EC1" w:rsidRPr="00F72649" w:rsidRDefault="00BD3EC1" w:rsidP="002C0658">
      <w:pPr>
        <w:tabs>
          <w:tab w:val="left" w:pos="4224"/>
          <w:tab w:val="left" w:pos="6096"/>
        </w:tabs>
        <w:ind w:right="253"/>
        <w:jc w:val="both"/>
        <w:rPr>
          <w:color w:val="FF0000"/>
          <w:sz w:val="26"/>
          <w:szCs w:val="26"/>
        </w:rPr>
      </w:pPr>
    </w:p>
    <w:p w:rsidR="00C540E1" w:rsidRPr="00F72649" w:rsidRDefault="00C540E1" w:rsidP="002C0658">
      <w:pPr>
        <w:tabs>
          <w:tab w:val="left" w:pos="4224"/>
          <w:tab w:val="left" w:pos="6096"/>
        </w:tabs>
        <w:ind w:right="253"/>
        <w:jc w:val="both"/>
        <w:rPr>
          <w:color w:val="FF0000"/>
          <w:sz w:val="26"/>
          <w:szCs w:val="26"/>
        </w:rPr>
      </w:pPr>
    </w:p>
    <w:p w:rsidR="00BD3EC1" w:rsidRPr="00F72649" w:rsidRDefault="00BD3EC1" w:rsidP="002C0658">
      <w:pPr>
        <w:tabs>
          <w:tab w:val="left" w:pos="4224"/>
          <w:tab w:val="left" w:pos="6096"/>
        </w:tabs>
        <w:ind w:right="253"/>
        <w:jc w:val="both"/>
        <w:rPr>
          <w:color w:val="FF0000"/>
          <w:sz w:val="26"/>
          <w:szCs w:val="26"/>
        </w:rPr>
      </w:pPr>
    </w:p>
    <w:p w:rsidR="002C0658" w:rsidRPr="00F72649" w:rsidRDefault="002C0658" w:rsidP="002C0658">
      <w:pPr>
        <w:tabs>
          <w:tab w:val="left" w:pos="4224"/>
          <w:tab w:val="left" w:pos="6096"/>
        </w:tabs>
        <w:ind w:right="253"/>
        <w:jc w:val="both"/>
        <w:rPr>
          <w:color w:val="FF0000"/>
          <w:sz w:val="26"/>
          <w:szCs w:val="26"/>
        </w:rPr>
      </w:pPr>
    </w:p>
    <w:p w:rsidR="00281AF4" w:rsidRPr="001E0143" w:rsidRDefault="00281AF4" w:rsidP="00281AF4">
      <w:pPr>
        <w:tabs>
          <w:tab w:val="left" w:pos="4224"/>
          <w:tab w:val="left" w:pos="6096"/>
        </w:tabs>
        <w:jc w:val="right"/>
        <w:rPr>
          <w:sz w:val="26"/>
          <w:szCs w:val="26"/>
        </w:rPr>
      </w:pPr>
      <w:r w:rsidRPr="001E0143">
        <w:rPr>
          <w:sz w:val="26"/>
          <w:szCs w:val="26"/>
        </w:rPr>
        <w:t>Приложение 1.</w:t>
      </w:r>
    </w:p>
    <w:p w:rsidR="00281AF4" w:rsidRPr="00F72649" w:rsidRDefault="00281AF4" w:rsidP="002C0658">
      <w:pPr>
        <w:tabs>
          <w:tab w:val="left" w:pos="4224"/>
          <w:tab w:val="left" w:pos="6096"/>
        </w:tabs>
        <w:ind w:right="253"/>
        <w:jc w:val="both"/>
        <w:rPr>
          <w:color w:val="FF0000"/>
          <w:sz w:val="26"/>
          <w:szCs w:val="26"/>
        </w:rPr>
      </w:pPr>
    </w:p>
    <w:p w:rsidR="001E0143" w:rsidRDefault="001E0143" w:rsidP="00BD3EC1">
      <w:pPr>
        <w:tabs>
          <w:tab w:val="left" w:pos="4224"/>
          <w:tab w:val="left" w:pos="6096"/>
        </w:tabs>
        <w:jc w:val="center"/>
        <w:rPr>
          <w:sz w:val="26"/>
          <w:szCs w:val="26"/>
        </w:rPr>
      </w:pPr>
    </w:p>
    <w:p w:rsidR="00BD3EC1" w:rsidRDefault="00BD3EC1" w:rsidP="00800980">
      <w:pPr>
        <w:tabs>
          <w:tab w:val="left" w:pos="4224"/>
          <w:tab w:val="left" w:pos="6096"/>
        </w:tabs>
        <w:jc w:val="center"/>
        <w:rPr>
          <w:sz w:val="26"/>
          <w:szCs w:val="26"/>
        </w:rPr>
      </w:pPr>
      <w:r w:rsidRPr="002D1DA7">
        <w:rPr>
          <w:sz w:val="26"/>
          <w:szCs w:val="26"/>
        </w:rPr>
        <w:t>Ссылки на размещенный проект инвестиционной программы ПАО «МРСК Северо-Запада» и</w:t>
      </w:r>
      <w:r w:rsidR="00800980">
        <w:rPr>
          <w:sz w:val="26"/>
          <w:szCs w:val="26"/>
        </w:rPr>
        <w:t xml:space="preserve"> </w:t>
      </w:r>
      <w:r w:rsidRPr="002D1DA7">
        <w:rPr>
          <w:sz w:val="26"/>
          <w:szCs w:val="26"/>
        </w:rPr>
        <w:t>дата публикации</w:t>
      </w:r>
    </w:p>
    <w:p w:rsidR="00BD3EC1" w:rsidRPr="002D1DA7" w:rsidRDefault="00BD3EC1" w:rsidP="00BD3EC1">
      <w:pPr>
        <w:tabs>
          <w:tab w:val="left" w:pos="4224"/>
          <w:tab w:val="left" w:pos="6096"/>
        </w:tabs>
        <w:jc w:val="center"/>
        <w:rPr>
          <w:sz w:val="26"/>
          <w:szCs w:val="26"/>
        </w:rPr>
      </w:pPr>
    </w:p>
    <w:p w:rsidR="00BD3EC1" w:rsidRDefault="00BD3EC1" w:rsidP="00BD3EC1">
      <w:pPr>
        <w:tabs>
          <w:tab w:val="left" w:pos="4224"/>
          <w:tab w:val="left" w:pos="6096"/>
        </w:tabs>
        <w:ind w:firstLine="567"/>
        <w:jc w:val="both"/>
        <w:rPr>
          <w:sz w:val="26"/>
          <w:szCs w:val="26"/>
        </w:rPr>
      </w:pPr>
      <w:proofErr w:type="gramStart"/>
      <w:r w:rsidRPr="002D1DA7">
        <w:rPr>
          <w:sz w:val="26"/>
          <w:szCs w:val="26"/>
        </w:rPr>
        <w:t xml:space="preserve">Место размещения (полный электронный адрес) проекта изменений, вносимых в инвестиционную программу ПАО «МРСК Северо-Запада» на 2016-2025 гг., утвержденную приказом Минэнерго России от 30.11.2015 №906 </w:t>
      </w:r>
      <w:r w:rsidR="00B74183" w:rsidRPr="00B74183">
        <w:rPr>
          <w:sz w:val="26"/>
          <w:szCs w:val="26"/>
        </w:rPr>
        <w:t>утвержденную приказом Минэнерго России от 30.11.2015 №906, с изменениями, внесенными приказом Минэ</w:t>
      </w:r>
      <w:r w:rsidR="00B74183">
        <w:rPr>
          <w:sz w:val="26"/>
          <w:szCs w:val="26"/>
        </w:rPr>
        <w:t>нерго России от 25.12.2020 №24@</w:t>
      </w:r>
      <w:r w:rsidRPr="002D1DA7">
        <w:rPr>
          <w:sz w:val="26"/>
          <w:szCs w:val="26"/>
        </w:rPr>
        <w:t>, в соответствии с информацией, указанной в подпункте м) пункта 19 постановления Правительства Российской Федерации от 21.01.2004 № 24 «Об утверждении стандартов</w:t>
      </w:r>
      <w:proofErr w:type="gramEnd"/>
      <w:r w:rsidRPr="002D1DA7">
        <w:rPr>
          <w:sz w:val="26"/>
          <w:szCs w:val="26"/>
        </w:rPr>
        <w:t xml:space="preserve"> </w:t>
      </w:r>
      <w:proofErr w:type="gramStart"/>
      <w:r w:rsidRPr="002D1DA7">
        <w:rPr>
          <w:sz w:val="26"/>
          <w:szCs w:val="26"/>
        </w:rPr>
        <w:t>раскрытия информации субъектами оптового и розничных рынков электрической энергии», в объеме и в форматах раскрытия информации, а также сводка предложений по корректировке утвержденной инвестиционной программы, поступивших до 15 января 202</w:t>
      </w:r>
      <w:r w:rsidR="002D1DA7">
        <w:rPr>
          <w:sz w:val="26"/>
          <w:szCs w:val="26"/>
        </w:rPr>
        <w:t>1</w:t>
      </w:r>
      <w:r w:rsidRPr="002D1DA7">
        <w:rPr>
          <w:sz w:val="26"/>
          <w:szCs w:val="26"/>
        </w:rPr>
        <w:t xml:space="preserve"> года в соответствии с п.6 Правил утверждения инвестиционных программ субъектов электроэнергетики, утвержденных постановлением Правительства Российской Федерации от 01.12.2009 № 977 «Об инвестиционных программах субъектов электроэнергетики»:</w:t>
      </w:r>
      <w:proofErr w:type="gramEnd"/>
    </w:p>
    <w:p w:rsidR="00585D3A" w:rsidRDefault="00585D3A" w:rsidP="00BD3EC1">
      <w:pPr>
        <w:tabs>
          <w:tab w:val="left" w:pos="4224"/>
          <w:tab w:val="left" w:pos="6096"/>
        </w:tabs>
        <w:ind w:firstLine="567"/>
        <w:jc w:val="both"/>
        <w:rPr>
          <w:sz w:val="26"/>
          <w:szCs w:val="26"/>
        </w:rPr>
      </w:pPr>
    </w:p>
    <w:p w:rsidR="009D0C2D" w:rsidRPr="00800980" w:rsidRDefault="009D0C2D" w:rsidP="00800980">
      <w:pPr>
        <w:ind w:left="567"/>
        <w:rPr>
          <w:sz w:val="26"/>
          <w:szCs w:val="26"/>
        </w:rPr>
      </w:pPr>
      <w:r w:rsidRPr="009D0C2D">
        <w:rPr>
          <w:sz w:val="26"/>
          <w:szCs w:val="26"/>
        </w:rPr>
        <w:t>1 часть</w:t>
      </w:r>
      <w:r w:rsidR="00800980">
        <w:rPr>
          <w:sz w:val="26"/>
          <w:szCs w:val="26"/>
        </w:rPr>
        <w:t xml:space="preserve"> (дата публикации 2</w:t>
      </w:r>
      <w:r w:rsidR="00B74183">
        <w:rPr>
          <w:sz w:val="26"/>
          <w:szCs w:val="26"/>
        </w:rPr>
        <w:t>4</w:t>
      </w:r>
      <w:r w:rsidR="00800980">
        <w:rPr>
          <w:sz w:val="26"/>
          <w:szCs w:val="26"/>
        </w:rPr>
        <w:t>.02.2021)</w:t>
      </w:r>
      <w:r w:rsidRPr="009D0C2D">
        <w:rPr>
          <w:sz w:val="26"/>
          <w:szCs w:val="26"/>
        </w:rPr>
        <w:t>:</w:t>
      </w:r>
      <w:r w:rsidR="00800980">
        <w:rPr>
          <w:sz w:val="26"/>
          <w:szCs w:val="26"/>
        </w:rPr>
        <w:t xml:space="preserve"> </w:t>
      </w:r>
      <w:hyperlink r:id="rId10" w:history="1">
        <w:r w:rsidRPr="009D0C2D">
          <w:rPr>
            <w:rStyle w:val="a9"/>
            <w:sz w:val="26"/>
            <w:szCs w:val="26"/>
          </w:rPr>
          <w:t>https://minenergo.gov.ru/system/download/4193/150694</w:t>
        </w:r>
      </w:hyperlink>
      <w:r w:rsidR="00800980">
        <w:rPr>
          <w:rStyle w:val="a9"/>
          <w:sz w:val="26"/>
          <w:szCs w:val="26"/>
        </w:rPr>
        <w:t xml:space="preserve"> </w:t>
      </w:r>
    </w:p>
    <w:p w:rsidR="00800980" w:rsidRDefault="00800980" w:rsidP="00800980">
      <w:pPr>
        <w:ind w:left="567"/>
        <w:rPr>
          <w:sz w:val="26"/>
          <w:szCs w:val="26"/>
        </w:rPr>
      </w:pPr>
    </w:p>
    <w:p w:rsidR="009D0C2D" w:rsidRPr="009D0C2D" w:rsidRDefault="009D0C2D" w:rsidP="00800980">
      <w:pPr>
        <w:ind w:left="567"/>
        <w:rPr>
          <w:sz w:val="26"/>
          <w:szCs w:val="26"/>
        </w:rPr>
      </w:pPr>
      <w:r w:rsidRPr="009D0C2D">
        <w:rPr>
          <w:sz w:val="26"/>
          <w:szCs w:val="26"/>
        </w:rPr>
        <w:t>2 часть</w:t>
      </w:r>
      <w:r w:rsidR="00800980">
        <w:rPr>
          <w:sz w:val="26"/>
          <w:szCs w:val="26"/>
        </w:rPr>
        <w:t xml:space="preserve"> (дата публикации 2</w:t>
      </w:r>
      <w:r w:rsidR="00B74183">
        <w:rPr>
          <w:sz w:val="26"/>
          <w:szCs w:val="26"/>
        </w:rPr>
        <w:t>4</w:t>
      </w:r>
      <w:r w:rsidR="00800980">
        <w:rPr>
          <w:sz w:val="26"/>
          <w:szCs w:val="26"/>
        </w:rPr>
        <w:t>.02.2021)</w:t>
      </w:r>
      <w:r w:rsidRPr="009D0C2D">
        <w:rPr>
          <w:sz w:val="26"/>
          <w:szCs w:val="26"/>
        </w:rPr>
        <w:t xml:space="preserve">: </w:t>
      </w:r>
      <w:hyperlink r:id="rId11" w:history="1">
        <w:r w:rsidRPr="009D0C2D">
          <w:rPr>
            <w:rStyle w:val="a9"/>
            <w:sz w:val="26"/>
            <w:szCs w:val="26"/>
          </w:rPr>
          <w:t>https://minenergo.gov.ru/system/download/4193/150695</w:t>
        </w:r>
      </w:hyperlink>
    </w:p>
    <w:p w:rsidR="00800980" w:rsidRDefault="00800980" w:rsidP="00800980">
      <w:pPr>
        <w:ind w:left="567"/>
        <w:rPr>
          <w:sz w:val="26"/>
          <w:szCs w:val="26"/>
        </w:rPr>
      </w:pPr>
    </w:p>
    <w:p w:rsidR="009D0C2D" w:rsidRPr="009D0C2D" w:rsidRDefault="009D0C2D" w:rsidP="00800980">
      <w:pPr>
        <w:ind w:left="567"/>
        <w:rPr>
          <w:sz w:val="26"/>
          <w:szCs w:val="26"/>
        </w:rPr>
      </w:pPr>
      <w:r w:rsidRPr="009D0C2D">
        <w:rPr>
          <w:sz w:val="26"/>
          <w:szCs w:val="26"/>
        </w:rPr>
        <w:t>3 часть</w:t>
      </w:r>
      <w:r w:rsidR="00800980">
        <w:rPr>
          <w:sz w:val="26"/>
          <w:szCs w:val="26"/>
        </w:rPr>
        <w:t xml:space="preserve"> (дата публикации 2</w:t>
      </w:r>
      <w:r w:rsidR="00B74183">
        <w:rPr>
          <w:sz w:val="26"/>
          <w:szCs w:val="26"/>
        </w:rPr>
        <w:t>4</w:t>
      </w:r>
      <w:r w:rsidR="00800980">
        <w:rPr>
          <w:sz w:val="26"/>
          <w:szCs w:val="26"/>
        </w:rPr>
        <w:t>.02.2021)</w:t>
      </w:r>
      <w:r w:rsidRPr="009D0C2D">
        <w:rPr>
          <w:sz w:val="26"/>
          <w:szCs w:val="26"/>
        </w:rPr>
        <w:t xml:space="preserve">: </w:t>
      </w:r>
      <w:hyperlink r:id="rId12" w:history="1">
        <w:r w:rsidRPr="009D0C2D">
          <w:rPr>
            <w:rStyle w:val="a9"/>
            <w:sz w:val="26"/>
            <w:szCs w:val="26"/>
          </w:rPr>
          <w:t>https://minenergo.gov.ru/system/download/4193/150696</w:t>
        </w:r>
      </w:hyperlink>
    </w:p>
    <w:p w:rsidR="00800980" w:rsidRDefault="00800980" w:rsidP="00800980">
      <w:pPr>
        <w:ind w:left="567"/>
        <w:rPr>
          <w:sz w:val="26"/>
          <w:szCs w:val="26"/>
        </w:rPr>
      </w:pPr>
    </w:p>
    <w:p w:rsidR="009D0C2D" w:rsidRPr="009D0C2D" w:rsidRDefault="009D0C2D" w:rsidP="00800980">
      <w:pPr>
        <w:ind w:left="567"/>
        <w:rPr>
          <w:sz w:val="26"/>
          <w:szCs w:val="26"/>
        </w:rPr>
      </w:pPr>
      <w:r w:rsidRPr="009D0C2D">
        <w:rPr>
          <w:sz w:val="26"/>
          <w:szCs w:val="26"/>
        </w:rPr>
        <w:t>4 часть</w:t>
      </w:r>
      <w:r w:rsidR="00800980">
        <w:rPr>
          <w:sz w:val="26"/>
          <w:szCs w:val="26"/>
        </w:rPr>
        <w:t xml:space="preserve"> </w:t>
      </w:r>
      <w:r w:rsidR="00B74183">
        <w:rPr>
          <w:sz w:val="26"/>
          <w:szCs w:val="26"/>
        </w:rPr>
        <w:t>(дата публикации 24</w:t>
      </w:r>
      <w:r w:rsidR="00800980">
        <w:rPr>
          <w:sz w:val="26"/>
          <w:szCs w:val="26"/>
        </w:rPr>
        <w:t>.02.2021)</w:t>
      </w:r>
      <w:r w:rsidRPr="009D0C2D">
        <w:rPr>
          <w:sz w:val="26"/>
          <w:szCs w:val="26"/>
        </w:rPr>
        <w:t xml:space="preserve">: </w:t>
      </w:r>
      <w:hyperlink r:id="rId13" w:history="1">
        <w:r w:rsidRPr="009D0C2D">
          <w:rPr>
            <w:rStyle w:val="a9"/>
            <w:sz w:val="26"/>
            <w:szCs w:val="26"/>
          </w:rPr>
          <w:t>https://minenergo.gov.ru/system/download/4193/150697</w:t>
        </w:r>
      </w:hyperlink>
    </w:p>
    <w:p w:rsidR="00800980" w:rsidRDefault="00800980" w:rsidP="00800980">
      <w:pPr>
        <w:ind w:left="567"/>
        <w:rPr>
          <w:sz w:val="26"/>
          <w:szCs w:val="26"/>
        </w:rPr>
      </w:pPr>
    </w:p>
    <w:p w:rsidR="009D0C2D" w:rsidRPr="009D0C2D" w:rsidRDefault="009D0C2D" w:rsidP="00800980">
      <w:pPr>
        <w:ind w:left="567"/>
        <w:rPr>
          <w:sz w:val="26"/>
          <w:szCs w:val="26"/>
        </w:rPr>
      </w:pPr>
      <w:r w:rsidRPr="009D0C2D">
        <w:rPr>
          <w:sz w:val="26"/>
          <w:szCs w:val="26"/>
        </w:rPr>
        <w:t>5 часть</w:t>
      </w:r>
      <w:r w:rsidR="00800980">
        <w:rPr>
          <w:sz w:val="26"/>
          <w:szCs w:val="26"/>
        </w:rPr>
        <w:t xml:space="preserve"> (дата публикации 2</w:t>
      </w:r>
      <w:r w:rsidR="00B74183">
        <w:rPr>
          <w:sz w:val="26"/>
          <w:szCs w:val="26"/>
        </w:rPr>
        <w:t>4</w:t>
      </w:r>
      <w:r w:rsidR="00800980">
        <w:rPr>
          <w:sz w:val="26"/>
          <w:szCs w:val="26"/>
        </w:rPr>
        <w:t>.02.2021)</w:t>
      </w:r>
      <w:r w:rsidRPr="009D0C2D">
        <w:rPr>
          <w:sz w:val="26"/>
          <w:szCs w:val="26"/>
        </w:rPr>
        <w:t xml:space="preserve">: </w:t>
      </w:r>
      <w:hyperlink r:id="rId14" w:history="1">
        <w:r w:rsidRPr="009D0C2D">
          <w:rPr>
            <w:rStyle w:val="a9"/>
            <w:sz w:val="26"/>
            <w:szCs w:val="26"/>
          </w:rPr>
          <w:t>https://minenergo.gov.ru/system/download/4193/150699</w:t>
        </w:r>
      </w:hyperlink>
    </w:p>
    <w:p w:rsidR="00800980" w:rsidRDefault="00800980" w:rsidP="00800980">
      <w:pPr>
        <w:ind w:left="567"/>
        <w:rPr>
          <w:sz w:val="26"/>
          <w:szCs w:val="26"/>
        </w:rPr>
      </w:pPr>
    </w:p>
    <w:p w:rsidR="009D0C2D" w:rsidRPr="009D0C2D" w:rsidRDefault="009D0C2D" w:rsidP="00800980">
      <w:pPr>
        <w:ind w:left="567"/>
        <w:rPr>
          <w:sz w:val="26"/>
          <w:szCs w:val="26"/>
        </w:rPr>
      </w:pPr>
      <w:r w:rsidRPr="009D0C2D">
        <w:rPr>
          <w:sz w:val="26"/>
          <w:szCs w:val="26"/>
        </w:rPr>
        <w:t>6 часть</w:t>
      </w:r>
      <w:r w:rsidR="00800980">
        <w:rPr>
          <w:sz w:val="26"/>
          <w:szCs w:val="26"/>
        </w:rPr>
        <w:t xml:space="preserve"> </w:t>
      </w:r>
      <w:r w:rsidR="00B74183">
        <w:rPr>
          <w:sz w:val="26"/>
          <w:szCs w:val="26"/>
        </w:rPr>
        <w:t>(дата публикации 24</w:t>
      </w:r>
      <w:r w:rsidR="00800980">
        <w:rPr>
          <w:sz w:val="26"/>
          <w:szCs w:val="26"/>
        </w:rPr>
        <w:t>.02.2021)</w:t>
      </w:r>
      <w:r w:rsidRPr="009D0C2D">
        <w:rPr>
          <w:sz w:val="26"/>
          <w:szCs w:val="26"/>
        </w:rPr>
        <w:t xml:space="preserve">: </w:t>
      </w:r>
      <w:hyperlink r:id="rId15" w:history="1">
        <w:r w:rsidRPr="009D0C2D">
          <w:rPr>
            <w:rStyle w:val="a9"/>
            <w:sz w:val="26"/>
            <w:szCs w:val="26"/>
          </w:rPr>
          <w:t>https://minenergo.gov.ru/system/download/4193/150700</w:t>
        </w:r>
      </w:hyperlink>
    </w:p>
    <w:p w:rsidR="00BD3EC1" w:rsidRDefault="00BD3EC1" w:rsidP="00800980">
      <w:pPr>
        <w:tabs>
          <w:tab w:val="left" w:pos="4224"/>
          <w:tab w:val="left" w:pos="6096"/>
        </w:tabs>
        <w:ind w:left="567"/>
        <w:jc w:val="center"/>
        <w:rPr>
          <w:color w:val="FF0000"/>
          <w:sz w:val="26"/>
          <w:szCs w:val="26"/>
        </w:rPr>
      </w:pPr>
    </w:p>
    <w:p w:rsidR="00800980" w:rsidRPr="00800980" w:rsidRDefault="00800980" w:rsidP="00800980">
      <w:pPr>
        <w:tabs>
          <w:tab w:val="left" w:pos="4224"/>
          <w:tab w:val="left" w:pos="6096"/>
        </w:tabs>
        <w:ind w:left="567"/>
        <w:rPr>
          <w:sz w:val="26"/>
          <w:szCs w:val="26"/>
        </w:rPr>
      </w:pPr>
      <w:r w:rsidRPr="00800980">
        <w:rPr>
          <w:sz w:val="26"/>
          <w:szCs w:val="26"/>
        </w:rPr>
        <w:t xml:space="preserve">7 часть </w:t>
      </w:r>
      <w:r>
        <w:rPr>
          <w:sz w:val="26"/>
          <w:szCs w:val="26"/>
        </w:rPr>
        <w:t xml:space="preserve">(дата </w:t>
      </w:r>
      <w:r w:rsidRPr="002911C6">
        <w:rPr>
          <w:sz w:val="26"/>
          <w:szCs w:val="26"/>
        </w:rPr>
        <w:t>публикации 25.02.2021)</w:t>
      </w:r>
    </w:p>
    <w:p w:rsidR="005F7889" w:rsidRDefault="00442D81" w:rsidP="00BD3EC1">
      <w:pPr>
        <w:tabs>
          <w:tab w:val="left" w:pos="4224"/>
          <w:tab w:val="left" w:pos="6096"/>
        </w:tabs>
        <w:ind w:firstLine="567"/>
        <w:jc w:val="both"/>
        <w:rPr>
          <w:color w:val="FF0000"/>
          <w:sz w:val="26"/>
          <w:szCs w:val="26"/>
        </w:rPr>
      </w:pPr>
      <w:hyperlink r:id="rId16" w:history="1">
        <w:r w:rsidR="002911C6" w:rsidRPr="0024733F">
          <w:rPr>
            <w:rStyle w:val="a9"/>
            <w:sz w:val="26"/>
            <w:szCs w:val="26"/>
          </w:rPr>
          <w:t>https://minenergo.gov.ru/system/download/4193/150837</w:t>
        </w:r>
      </w:hyperlink>
    </w:p>
    <w:p w:rsidR="002911C6" w:rsidRPr="00F72649" w:rsidRDefault="002911C6" w:rsidP="00BD3EC1">
      <w:pPr>
        <w:tabs>
          <w:tab w:val="left" w:pos="4224"/>
          <w:tab w:val="left" w:pos="6096"/>
        </w:tabs>
        <w:ind w:firstLine="567"/>
        <w:jc w:val="both"/>
        <w:rPr>
          <w:color w:val="FF0000"/>
          <w:sz w:val="26"/>
          <w:szCs w:val="26"/>
        </w:rPr>
      </w:pPr>
    </w:p>
    <w:p w:rsidR="005F7889" w:rsidRPr="00F72649" w:rsidRDefault="005F7889" w:rsidP="00BD3EC1">
      <w:pPr>
        <w:tabs>
          <w:tab w:val="left" w:pos="4224"/>
          <w:tab w:val="left" w:pos="6096"/>
        </w:tabs>
        <w:ind w:firstLine="567"/>
        <w:jc w:val="both"/>
        <w:rPr>
          <w:color w:val="FF0000"/>
          <w:sz w:val="26"/>
          <w:szCs w:val="26"/>
        </w:rPr>
      </w:pPr>
    </w:p>
    <w:p w:rsidR="005F7889" w:rsidRPr="00F72649" w:rsidRDefault="005F7889" w:rsidP="00BD3EC1">
      <w:pPr>
        <w:tabs>
          <w:tab w:val="left" w:pos="4224"/>
          <w:tab w:val="left" w:pos="6096"/>
        </w:tabs>
        <w:ind w:firstLine="567"/>
        <w:jc w:val="both"/>
        <w:rPr>
          <w:color w:val="FF0000"/>
          <w:sz w:val="26"/>
          <w:szCs w:val="26"/>
        </w:rPr>
      </w:pPr>
    </w:p>
    <w:p w:rsidR="005F7889" w:rsidRPr="00F72649" w:rsidRDefault="005F7889" w:rsidP="00BD3EC1">
      <w:pPr>
        <w:tabs>
          <w:tab w:val="left" w:pos="4224"/>
          <w:tab w:val="left" w:pos="6096"/>
        </w:tabs>
        <w:ind w:firstLine="567"/>
        <w:jc w:val="both"/>
        <w:rPr>
          <w:color w:val="FF0000"/>
          <w:sz w:val="26"/>
          <w:szCs w:val="26"/>
        </w:rPr>
      </w:pPr>
    </w:p>
    <w:p w:rsidR="005F7889" w:rsidRDefault="005F7889" w:rsidP="00BD3EC1">
      <w:pPr>
        <w:tabs>
          <w:tab w:val="left" w:pos="4224"/>
          <w:tab w:val="left" w:pos="6096"/>
        </w:tabs>
        <w:ind w:firstLine="567"/>
        <w:jc w:val="both"/>
        <w:rPr>
          <w:color w:val="000000" w:themeColor="text1"/>
          <w:sz w:val="26"/>
          <w:szCs w:val="26"/>
        </w:rPr>
      </w:pPr>
    </w:p>
    <w:p w:rsidR="009D0C2D" w:rsidRDefault="009D0C2D" w:rsidP="00BD3EC1">
      <w:pPr>
        <w:tabs>
          <w:tab w:val="left" w:pos="4224"/>
          <w:tab w:val="left" w:pos="6096"/>
        </w:tabs>
        <w:ind w:firstLine="567"/>
        <w:jc w:val="both"/>
        <w:rPr>
          <w:color w:val="000000" w:themeColor="text1"/>
          <w:sz w:val="26"/>
          <w:szCs w:val="26"/>
        </w:rPr>
      </w:pPr>
    </w:p>
    <w:p w:rsidR="009D0C2D" w:rsidRDefault="009D0C2D" w:rsidP="00BD3EC1">
      <w:pPr>
        <w:tabs>
          <w:tab w:val="left" w:pos="4224"/>
          <w:tab w:val="left" w:pos="6096"/>
        </w:tabs>
        <w:ind w:firstLine="567"/>
        <w:jc w:val="both"/>
        <w:rPr>
          <w:color w:val="000000" w:themeColor="text1"/>
          <w:sz w:val="26"/>
          <w:szCs w:val="26"/>
        </w:rPr>
      </w:pPr>
    </w:p>
    <w:p w:rsidR="005F7889" w:rsidRDefault="005F7889" w:rsidP="00BD3EC1">
      <w:pPr>
        <w:tabs>
          <w:tab w:val="left" w:pos="4224"/>
          <w:tab w:val="left" w:pos="6096"/>
        </w:tabs>
        <w:ind w:firstLine="567"/>
        <w:jc w:val="both"/>
        <w:rPr>
          <w:color w:val="000000" w:themeColor="text1"/>
          <w:sz w:val="26"/>
          <w:szCs w:val="26"/>
        </w:rPr>
      </w:pPr>
    </w:p>
    <w:p w:rsidR="005F7889" w:rsidRDefault="005F7889" w:rsidP="00BD3EC1">
      <w:pPr>
        <w:tabs>
          <w:tab w:val="left" w:pos="4224"/>
          <w:tab w:val="left" w:pos="6096"/>
        </w:tabs>
        <w:ind w:firstLine="567"/>
        <w:jc w:val="both"/>
        <w:rPr>
          <w:color w:val="000000" w:themeColor="text1"/>
          <w:sz w:val="26"/>
          <w:szCs w:val="26"/>
        </w:rPr>
      </w:pPr>
    </w:p>
    <w:p w:rsidR="00FA794A" w:rsidRDefault="00FA794A" w:rsidP="00BD3EC1">
      <w:pPr>
        <w:tabs>
          <w:tab w:val="left" w:pos="4224"/>
          <w:tab w:val="left" w:pos="6096"/>
        </w:tabs>
        <w:ind w:firstLine="567"/>
        <w:jc w:val="both"/>
        <w:rPr>
          <w:color w:val="000000" w:themeColor="text1"/>
          <w:sz w:val="26"/>
          <w:szCs w:val="26"/>
        </w:rPr>
      </w:pPr>
    </w:p>
    <w:p w:rsidR="00C540E1" w:rsidRPr="00C540E1" w:rsidRDefault="00C540E1" w:rsidP="00C540E1">
      <w:pPr>
        <w:jc w:val="center"/>
        <w:rPr>
          <w:color w:val="000000" w:themeColor="text1"/>
          <w:sz w:val="26"/>
          <w:szCs w:val="26"/>
        </w:rPr>
      </w:pPr>
      <w:r w:rsidRPr="00C540E1">
        <w:rPr>
          <w:color w:val="000000" w:themeColor="text1"/>
          <w:sz w:val="26"/>
          <w:szCs w:val="26"/>
        </w:rPr>
        <w:lastRenderedPageBreak/>
        <w:t>Список рассылки:</w:t>
      </w:r>
    </w:p>
    <w:p w:rsidR="00C540E1" w:rsidRPr="00C540E1" w:rsidRDefault="00C540E1" w:rsidP="00C540E1">
      <w:pPr>
        <w:ind w:firstLine="709"/>
        <w:jc w:val="right"/>
        <w:rPr>
          <w:color w:val="000000" w:themeColor="text1"/>
          <w:sz w:val="26"/>
          <w:szCs w:val="26"/>
        </w:rPr>
      </w:pPr>
    </w:p>
    <w:p w:rsidR="00C540E1" w:rsidRPr="00C540E1" w:rsidRDefault="00C540E1" w:rsidP="00C540E1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Экспертный совет при Правительстве Российской Федерации.</w:t>
      </w:r>
    </w:p>
    <w:p w:rsidR="00C540E1" w:rsidRPr="00C540E1" w:rsidRDefault="00C540E1" w:rsidP="00C540E1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Совет потребителей при Правительственной комиссии по вопросам развития электроэнергетики.</w:t>
      </w:r>
    </w:p>
    <w:p w:rsidR="00C540E1" w:rsidRPr="00C540E1" w:rsidRDefault="00C540E1" w:rsidP="00C540E1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Федеральная антимонопольная служба.</w:t>
      </w:r>
    </w:p>
    <w:p w:rsidR="00C540E1" w:rsidRPr="00C540E1" w:rsidRDefault="00C540E1" w:rsidP="00C540E1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Управление Федеральной антимонопольной службы по Архангельской области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</w:p>
    <w:p w:rsidR="00C540E1" w:rsidRPr="00C540E1" w:rsidRDefault="00C540E1" w:rsidP="00C540E1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Управление Федеральной антимонопольной службы по Вологодской области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</w:p>
    <w:p w:rsidR="00C540E1" w:rsidRPr="00C540E1" w:rsidRDefault="00C540E1" w:rsidP="00C540E1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Управление Федеральной антимонопольной службы по Республике Карелия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</w:p>
    <w:p w:rsidR="00C540E1" w:rsidRPr="00C540E1" w:rsidRDefault="00C540E1" w:rsidP="00C540E1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Управление Федеральной антимонопольной службы по Мурманской области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</w:p>
    <w:p w:rsidR="00C540E1" w:rsidRPr="00C540E1" w:rsidRDefault="00C540E1" w:rsidP="00C540E1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Управление Федеральной антимонопольной службы по Республике Коми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</w:p>
    <w:p w:rsidR="00C540E1" w:rsidRPr="00C540E1" w:rsidRDefault="00C540E1" w:rsidP="00C540E1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Управление Федеральной антимонопольной службы по Новгородской области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</w:p>
    <w:p w:rsidR="00C540E1" w:rsidRPr="00C540E1" w:rsidRDefault="00C540E1" w:rsidP="00C540E1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Управление Федеральной антимонопольной службы по Псковской области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</w:p>
    <w:p w:rsidR="00C540E1" w:rsidRPr="00C540E1" w:rsidRDefault="00C540E1" w:rsidP="00C540E1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Агентство по тарифам и ценам Архангельской области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</w:p>
    <w:p w:rsidR="00C540E1" w:rsidRPr="00C540E1" w:rsidRDefault="00C540E1" w:rsidP="00C540E1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Департамент топливно-энергетического комплекса и тарифного регулирования Вологодской области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</w:p>
    <w:p w:rsidR="00C540E1" w:rsidRPr="00C540E1" w:rsidRDefault="00C540E1" w:rsidP="00C540E1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Государственный комитет по ценам и тарифам Республики Карелия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</w:p>
    <w:p w:rsidR="00C540E1" w:rsidRPr="00C540E1" w:rsidRDefault="00C540E1" w:rsidP="00C540E1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Комитет по тарифному регулированию Мурманской области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</w:p>
    <w:p w:rsidR="00C540E1" w:rsidRPr="00C540E1" w:rsidRDefault="00C540E1" w:rsidP="00C540E1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Министерство энергетики, жилищно-коммунального хозяйства и тарифов Республики Коми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</w:p>
    <w:p w:rsidR="00C540E1" w:rsidRPr="00C540E1" w:rsidRDefault="00C540E1" w:rsidP="00C540E1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Комитет по тарифной политике Новгородской области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</w:p>
    <w:p w:rsidR="00C540E1" w:rsidRPr="00C540E1" w:rsidRDefault="00C540E1" w:rsidP="00C540E1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Комитет по тарифам и энергетике Псковской области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</w:p>
    <w:p w:rsidR="005F7889" w:rsidRPr="00C540E1" w:rsidRDefault="005F7889" w:rsidP="00C540E1">
      <w:pPr>
        <w:jc w:val="center"/>
        <w:rPr>
          <w:color w:val="000000" w:themeColor="text1"/>
          <w:sz w:val="26"/>
          <w:szCs w:val="26"/>
        </w:rPr>
      </w:pPr>
    </w:p>
    <w:sectPr w:rsidR="005F7889" w:rsidRPr="00C540E1" w:rsidSect="005F7889">
      <w:headerReference w:type="default" r:id="rId17"/>
      <w:footerReference w:type="first" r:id="rId18"/>
      <w:type w:val="continuous"/>
      <w:pgSz w:w="11909" w:h="16834"/>
      <w:pgMar w:top="426" w:right="710" w:bottom="568" w:left="1134" w:header="720" w:footer="720" w:gutter="0"/>
      <w:cols w:space="6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325" w:rsidRDefault="00A91325" w:rsidP="006C191F">
      <w:r>
        <w:separator/>
      </w:r>
    </w:p>
  </w:endnote>
  <w:endnote w:type="continuationSeparator" w:id="0">
    <w:p w:rsidR="00A91325" w:rsidRDefault="00A91325" w:rsidP="006C1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889" w:rsidRPr="001108E3" w:rsidRDefault="005F7889" w:rsidP="005F7889">
    <w:pPr>
      <w:tabs>
        <w:tab w:val="left" w:pos="4224"/>
        <w:tab w:val="left" w:pos="6096"/>
      </w:tabs>
      <w:ind w:right="253"/>
      <w:jc w:val="both"/>
    </w:pPr>
    <w:r>
      <w:t>Ткачук Е.В.</w:t>
    </w:r>
  </w:p>
  <w:p w:rsidR="005F7889" w:rsidRPr="005F7889" w:rsidRDefault="005F7889" w:rsidP="005F7889">
    <w:pPr>
      <w:tabs>
        <w:tab w:val="left" w:pos="4224"/>
        <w:tab w:val="left" w:pos="6096"/>
      </w:tabs>
      <w:ind w:right="253"/>
      <w:jc w:val="both"/>
      <w:rPr>
        <w:sz w:val="26"/>
        <w:szCs w:val="26"/>
      </w:rPr>
    </w:pPr>
    <w:r w:rsidRPr="001108E3">
      <w:t>(812) 305-1010 (доб.</w:t>
    </w:r>
    <w:r>
      <w:t>575</w:t>
    </w:r>
    <w:r w:rsidRPr="001108E3"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325" w:rsidRDefault="00A91325" w:rsidP="006C191F">
      <w:r>
        <w:separator/>
      </w:r>
    </w:p>
  </w:footnote>
  <w:footnote w:type="continuationSeparator" w:id="0">
    <w:p w:rsidR="00A91325" w:rsidRDefault="00A91325" w:rsidP="006C19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325" w:rsidRDefault="00A91325">
    <w:pPr>
      <w:pStyle w:val="a5"/>
      <w:jc w:val="center"/>
    </w:pPr>
  </w:p>
  <w:p w:rsidR="00A91325" w:rsidRDefault="00A9132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1987506"/>
    <w:lvl w:ilvl="0">
      <w:numFmt w:val="bullet"/>
      <w:lvlText w:val="*"/>
      <w:lvlJc w:val="left"/>
    </w:lvl>
  </w:abstractNum>
  <w:abstractNum w:abstractNumId="1">
    <w:nsid w:val="110772A8"/>
    <w:multiLevelType w:val="hybridMultilevel"/>
    <w:tmpl w:val="AF3283DE"/>
    <w:lvl w:ilvl="0" w:tplc="B0EE33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AC350A8"/>
    <w:multiLevelType w:val="hybridMultilevel"/>
    <w:tmpl w:val="E8AE0A70"/>
    <w:lvl w:ilvl="0" w:tplc="41C8EB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C2C6F12"/>
    <w:multiLevelType w:val="hybridMultilevel"/>
    <w:tmpl w:val="788E5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3E2E6B"/>
    <w:multiLevelType w:val="hybridMultilevel"/>
    <w:tmpl w:val="EFECB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DA0053"/>
    <w:multiLevelType w:val="hybridMultilevel"/>
    <w:tmpl w:val="A1188F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8014FA0"/>
    <w:multiLevelType w:val="hybridMultilevel"/>
    <w:tmpl w:val="10865886"/>
    <w:lvl w:ilvl="0" w:tplc="24CA9F3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1190C7E"/>
    <w:multiLevelType w:val="singleLevel"/>
    <w:tmpl w:val="908E33BA"/>
    <w:lvl w:ilvl="0">
      <w:start w:val="1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8">
    <w:nsid w:val="425571F1"/>
    <w:multiLevelType w:val="multilevel"/>
    <w:tmpl w:val="D632D3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u w:val="none"/>
      </w:rPr>
    </w:lvl>
  </w:abstractNum>
  <w:abstractNum w:abstractNumId="9">
    <w:nsid w:val="4B4F61B0"/>
    <w:multiLevelType w:val="hybridMultilevel"/>
    <w:tmpl w:val="D798A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F80FE8"/>
    <w:multiLevelType w:val="hybridMultilevel"/>
    <w:tmpl w:val="639CCDAA"/>
    <w:lvl w:ilvl="0" w:tplc="04BC0684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40C0962"/>
    <w:multiLevelType w:val="hybridMultilevel"/>
    <w:tmpl w:val="41EE946A"/>
    <w:lvl w:ilvl="0" w:tplc="B0C87B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4B91E40"/>
    <w:multiLevelType w:val="multilevel"/>
    <w:tmpl w:val="6204CC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0"/>
  </w:num>
  <w:num w:numId="5">
    <w:abstractNumId w:val="6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2"/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1"/>
  </w:num>
  <w:num w:numId="13">
    <w:abstractNumId w:val="1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D3C"/>
    <w:rsid w:val="00002FD3"/>
    <w:rsid w:val="00025EBE"/>
    <w:rsid w:val="00031E93"/>
    <w:rsid w:val="00043C41"/>
    <w:rsid w:val="000578AF"/>
    <w:rsid w:val="00062DEC"/>
    <w:rsid w:val="00080BA3"/>
    <w:rsid w:val="00084F8C"/>
    <w:rsid w:val="00093D12"/>
    <w:rsid w:val="000A7C02"/>
    <w:rsid w:val="000B200E"/>
    <w:rsid w:val="000D3D33"/>
    <w:rsid w:val="000D4F68"/>
    <w:rsid w:val="000E36C4"/>
    <w:rsid w:val="001118B7"/>
    <w:rsid w:val="0011516B"/>
    <w:rsid w:val="001438C1"/>
    <w:rsid w:val="0015432B"/>
    <w:rsid w:val="00180850"/>
    <w:rsid w:val="0018386E"/>
    <w:rsid w:val="001A0717"/>
    <w:rsid w:val="001B5805"/>
    <w:rsid w:val="001C00F6"/>
    <w:rsid w:val="001C1BB7"/>
    <w:rsid w:val="001E0143"/>
    <w:rsid w:val="001E3575"/>
    <w:rsid w:val="00206B0B"/>
    <w:rsid w:val="0021048E"/>
    <w:rsid w:val="00210CF3"/>
    <w:rsid w:val="002171E7"/>
    <w:rsid w:val="002263CE"/>
    <w:rsid w:val="0023540D"/>
    <w:rsid w:val="002401C9"/>
    <w:rsid w:val="0024764F"/>
    <w:rsid w:val="00251569"/>
    <w:rsid w:val="0026194D"/>
    <w:rsid w:val="00270EC5"/>
    <w:rsid w:val="00272535"/>
    <w:rsid w:val="0027770B"/>
    <w:rsid w:val="00281AF4"/>
    <w:rsid w:val="002911C6"/>
    <w:rsid w:val="002914B2"/>
    <w:rsid w:val="0029598C"/>
    <w:rsid w:val="00295CA0"/>
    <w:rsid w:val="002A17D2"/>
    <w:rsid w:val="002A5D7D"/>
    <w:rsid w:val="002C0658"/>
    <w:rsid w:val="002C7D31"/>
    <w:rsid w:val="002D1DA7"/>
    <w:rsid w:val="002D753C"/>
    <w:rsid w:val="00305E53"/>
    <w:rsid w:val="0031125C"/>
    <w:rsid w:val="003255F9"/>
    <w:rsid w:val="00334C25"/>
    <w:rsid w:val="003365AE"/>
    <w:rsid w:val="00340B94"/>
    <w:rsid w:val="00342AD6"/>
    <w:rsid w:val="00346C13"/>
    <w:rsid w:val="0036065F"/>
    <w:rsid w:val="003679F4"/>
    <w:rsid w:val="0037572B"/>
    <w:rsid w:val="0037691D"/>
    <w:rsid w:val="003B424D"/>
    <w:rsid w:val="003B7293"/>
    <w:rsid w:val="003C0057"/>
    <w:rsid w:val="003C764E"/>
    <w:rsid w:val="003D177E"/>
    <w:rsid w:val="003D2444"/>
    <w:rsid w:val="003F1ECE"/>
    <w:rsid w:val="003F4F62"/>
    <w:rsid w:val="004003A2"/>
    <w:rsid w:val="00402CB2"/>
    <w:rsid w:val="0042568D"/>
    <w:rsid w:val="00430B38"/>
    <w:rsid w:val="00440B5F"/>
    <w:rsid w:val="00442D81"/>
    <w:rsid w:val="0044735A"/>
    <w:rsid w:val="00482787"/>
    <w:rsid w:val="00487402"/>
    <w:rsid w:val="004979C6"/>
    <w:rsid w:val="004A0769"/>
    <w:rsid w:val="004A4718"/>
    <w:rsid w:val="004A770A"/>
    <w:rsid w:val="004B284A"/>
    <w:rsid w:val="004C1FC8"/>
    <w:rsid w:val="004C3D63"/>
    <w:rsid w:val="004C4719"/>
    <w:rsid w:val="004D42CE"/>
    <w:rsid w:val="004E0EF6"/>
    <w:rsid w:val="004F2CE8"/>
    <w:rsid w:val="004F6809"/>
    <w:rsid w:val="005038D6"/>
    <w:rsid w:val="00506C40"/>
    <w:rsid w:val="00510D53"/>
    <w:rsid w:val="00526F68"/>
    <w:rsid w:val="00533C89"/>
    <w:rsid w:val="005471E5"/>
    <w:rsid w:val="00547996"/>
    <w:rsid w:val="00551A13"/>
    <w:rsid w:val="00555997"/>
    <w:rsid w:val="00556529"/>
    <w:rsid w:val="00566D15"/>
    <w:rsid w:val="005845E0"/>
    <w:rsid w:val="00585D3A"/>
    <w:rsid w:val="00586EFB"/>
    <w:rsid w:val="005903FA"/>
    <w:rsid w:val="00595A98"/>
    <w:rsid w:val="005B4138"/>
    <w:rsid w:val="005C32B5"/>
    <w:rsid w:val="005D7E91"/>
    <w:rsid w:val="005E5968"/>
    <w:rsid w:val="005F773F"/>
    <w:rsid w:val="005F7889"/>
    <w:rsid w:val="00612088"/>
    <w:rsid w:val="00617AA6"/>
    <w:rsid w:val="00627B9D"/>
    <w:rsid w:val="00664449"/>
    <w:rsid w:val="00667317"/>
    <w:rsid w:val="00671B74"/>
    <w:rsid w:val="006730D5"/>
    <w:rsid w:val="006A672F"/>
    <w:rsid w:val="006B2CEE"/>
    <w:rsid w:val="006C191F"/>
    <w:rsid w:val="006C24EE"/>
    <w:rsid w:val="006D15A4"/>
    <w:rsid w:val="006D1BFB"/>
    <w:rsid w:val="006F2830"/>
    <w:rsid w:val="006F7094"/>
    <w:rsid w:val="00716D65"/>
    <w:rsid w:val="0072241F"/>
    <w:rsid w:val="00730342"/>
    <w:rsid w:val="00772B67"/>
    <w:rsid w:val="00782528"/>
    <w:rsid w:val="00783D37"/>
    <w:rsid w:val="007B1CBF"/>
    <w:rsid w:val="007B6901"/>
    <w:rsid w:val="007C576A"/>
    <w:rsid w:val="007C6C83"/>
    <w:rsid w:val="007D1FD9"/>
    <w:rsid w:val="007D66AB"/>
    <w:rsid w:val="007D727A"/>
    <w:rsid w:val="007E3AE5"/>
    <w:rsid w:val="007F0CB0"/>
    <w:rsid w:val="007F4E84"/>
    <w:rsid w:val="007F6A97"/>
    <w:rsid w:val="00800980"/>
    <w:rsid w:val="00815672"/>
    <w:rsid w:val="00836F86"/>
    <w:rsid w:val="00850982"/>
    <w:rsid w:val="008528E2"/>
    <w:rsid w:val="00856A8F"/>
    <w:rsid w:val="0086183F"/>
    <w:rsid w:val="00872879"/>
    <w:rsid w:val="008859AC"/>
    <w:rsid w:val="00891403"/>
    <w:rsid w:val="008A269E"/>
    <w:rsid w:val="008A7C81"/>
    <w:rsid w:val="008B4909"/>
    <w:rsid w:val="008C0952"/>
    <w:rsid w:val="008D1D5F"/>
    <w:rsid w:val="008D25BF"/>
    <w:rsid w:val="008D41B0"/>
    <w:rsid w:val="008D45F0"/>
    <w:rsid w:val="00925109"/>
    <w:rsid w:val="00931286"/>
    <w:rsid w:val="00932C98"/>
    <w:rsid w:val="00935AD8"/>
    <w:rsid w:val="00940222"/>
    <w:rsid w:val="00972073"/>
    <w:rsid w:val="009751C4"/>
    <w:rsid w:val="00980C8E"/>
    <w:rsid w:val="00991430"/>
    <w:rsid w:val="00993BF8"/>
    <w:rsid w:val="0099412F"/>
    <w:rsid w:val="00995DC8"/>
    <w:rsid w:val="009C1479"/>
    <w:rsid w:val="009C3D15"/>
    <w:rsid w:val="009C5A52"/>
    <w:rsid w:val="009D0C2D"/>
    <w:rsid w:val="009D4910"/>
    <w:rsid w:val="009F7064"/>
    <w:rsid w:val="00A0432B"/>
    <w:rsid w:val="00A044C2"/>
    <w:rsid w:val="00A16F10"/>
    <w:rsid w:val="00A27C0E"/>
    <w:rsid w:val="00A333D3"/>
    <w:rsid w:val="00A33CF0"/>
    <w:rsid w:val="00A76D38"/>
    <w:rsid w:val="00A8751C"/>
    <w:rsid w:val="00A91325"/>
    <w:rsid w:val="00A944BF"/>
    <w:rsid w:val="00AB4872"/>
    <w:rsid w:val="00AB6BD8"/>
    <w:rsid w:val="00AC17BC"/>
    <w:rsid w:val="00AF0059"/>
    <w:rsid w:val="00B06098"/>
    <w:rsid w:val="00B062E9"/>
    <w:rsid w:val="00B51D0E"/>
    <w:rsid w:val="00B557B6"/>
    <w:rsid w:val="00B563DD"/>
    <w:rsid w:val="00B57DD6"/>
    <w:rsid w:val="00B66621"/>
    <w:rsid w:val="00B706D5"/>
    <w:rsid w:val="00B74183"/>
    <w:rsid w:val="00B87FA4"/>
    <w:rsid w:val="00BD3EC1"/>
    <w:rsid w:val="00BE728E"/>
    <w:rsid w:val="00C03B35"/>
    <w:rsid w:val="00C04C76"/>
    <w:rsid w:val="00C150A8"/>
    <w:rsid w:val="00C209DE"/>
    <w:rsid w:val="00C31CF1"/>
    <w:rsid w:val="00C36476"/>
    <w:rsid w:val="00C3768B"/>
    <w:rsid w:val="00C46D7A"/>
    <w:rsid w:val="00C540E1"/>
    <w:rsid w:val="00C62396"/>
    <w:rsid w:val="00C646DC"/>
    <w:rsid w:val="00C81BA8"/>
    <w:rsid w:val="00C91360"/>
    <w:rsid w:val="00C928A1"/>
    <w:rsid w:val="00CA4ECA"/>
    <w:rsid w:val="00CB4BCB"/>
    <w:rsid w:val="00CD77DB"/>
    <w:rsid w:val="00CE343E"/>
    <w:rsid w:val="00D238D2"/>
    <w:rsid w:val="00D459B6"/>
    <w:rsid w:val="00D501D5"/>
    <w:rsid w:val="00D77D3F"/>
    <w:rsid w:val="00D91DA9"/>
    <w:rsid w:val="00D9466D"/>
    <w:rsid w:val="00D97C5F"/>
    <w:rsid w:val="00DB22DE"/>
    <w:rsid w:val="00DB2971"/>
    <w:rsid w:val="00DC3A96"/>
    <w:rsid w:val="00DC6AB6"/>
    <w:rsid w:val="00DD0740"/>
    <w:rsid w:val="00DD4195"/>
    <w:rsid w:val="00DD7DDF"/>
    <w:rsid w:val="00DF6704"/>
    <w:rsid w:val="00E02E97"/>
    <w:rsid w:val="00E038C0"/>
    <w:rsid w:val="00E059CD"/>
    <w:rsid w:val="00E05D3C"/>
    <w:rsid w:val="00E07E11"/>
    <w:rsid w:val="00E573C3"/>
    <w:rsid w:val="00E57BD7"/>
    <w:rsid w:val="00E6183D"/>
    <w:rsid w:val="00E63848"/>
    <w:rsid w:val="00ED7DF0"/>
    <w:rsid w:val="00F07D00"/>
    <w:rsid w:val="00F120D3"/>
    <w:rsid w:val="00F16D36"/>
    <w:rsid w:val="00F273C5"/>
    <w:rsid w:val="00F309F3"/>
    <w:rsid w:val="00F552B5"/>
    <w:rsid w:val="00F57501"/>
    <w:rsid w:val="00F645BF"/>
    <w:rsid w:val="00F71017"/>
    <w:rsid w:val="00F72649"/>
    <w:rsid w:val="00FA6E8C"/>
    <w:rsid w:val="00FA794A"/>
    <w:rsid w:val="00FB6F71"/>
    <w:rsid w:val="00FC0BCC"/>
    <w:rsid w:val="00FC439D"/>
    <w:rsid w:val="00FC595A"/>
    <w:rsid w:val="00FD303C"/>
    <w:rsid w:val="00FF19D7"/>
    <w:rsid w:val="00FF5294"/>
    <w:rsid w:val="00FF7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3575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646DC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nhideWhenUsed/>
    <w:rsid w:val="00D97C5F"/>
    <w:pPr>
      <w:widowControl/>
      <w:autoSpaceDE/>
      <w:autoSpaceDN/>
      <w:adjustRightInd/>
      <w:spacing w:after="120" w:line="480" w:lineRule="auto"/>
      <w:ind w:left="283"/>
    </w:pPr>
    <w:rPr>
      <w:sz w:val="24"/>
    </w:rPr>
  </w:style>
  <w:style w:type="character" w:customStyle="1" w:styleId="20">
    <w:name w:val="Основной текст с отступом 2 Знак"/>
    <w:link w:val="2"/>
    <w:rsid w:val="00D97C5F"/>
    <w:rPr>
      <w:sz w:val="24"/>
    </w:rPr>
  </w:style>
  <w:style w:type="paragraph" w:styleId="a4">
    <w:name w:val="List Paragraph"/>
    <w:basedOn w:val="a"/>
    <w:uiPriority w:val="34"/>
    <w:qFormat/>
    <w:rsid w:val="006C191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6C19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C191F"/>
  </w:style>
  <w:style w:type="paragraph" w:styleId="a7">
    <w:name w:val="footer"/>
    <w:basedOn w:val="a"/>
    <w:link w:val="a8"/>
    <w:uiPriority w:val="99"/>
    <w:rsid w:val="006C19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C191F"/>
  </w:style>
  <w:style w:type="character" w:styleId="a9">
    <w:name w:val="Hyperlink"/>
    <w:basedOn w:val="a0"/>
    <w:uiPriority w:val="99"/>
    <w:unhideWhenUsed/>
    <w:rsid w:val="00617AA6"/>
    <w:rPr>
      <w:color w:val="0000FF"/>
      <w:u w:val="single"/>
    </w:rPr>
  </w:style>
  <w:style w:type="character" w:styleId="aa">
    <w:name w:val="FollowedHyperlink"/>
    <w:basedOn w:val="a0"/>
    <w:rsid w:val="004003A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3575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646DC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nhideWhenUsed/>
    <w:rsid w:val="00D97C5F"/>
    <w:pPr>
      <w:widowControl/>
      <w:autoSpaceDE/>
      <w:autoSpaceDN/>
      <w:adjustRightInd/>
      <w:spacing w:after="120" w:line="480" w:lineRule="auto"/>
      <w:ind w:left="283"/>
    </w:pPr>
    <w:rPr>
      <w:sz w:val="24"/>
    </w:rPr>
  </w:style>
  <w:style w:type="character" w:customStyle="1" w:styleId="20">
    <w:name w:val="Основной текст с отступом 2 Знак"/>
    <w:link w:val="2"/>
    <w:rsid w:val="00D97C5F"/>
    <w:rPr>
      <w:sz w:val="24"/>
    </w:rPr>
  </w:style>
  <w:style w:type="paragraph" w:styleId="a4">
    <w:name w:val="List Paragraph"/>
    <w:basedOn w:val="a"/>
    <w:uiPriority w:val="34"/>
    <w:qFormat/>
    <w:rsid w:val="006C191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6C19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C191F"/>
  </w:style>
  <w:style w:type="paragraph" w:styleId="a7">
    <w:name w:val="footer"/>
    <w:basedOn w:val="a"/>
    <w:link w:val="a8"/>
    <w:uiPriority w:val="99"/>
    <w:rsid w:val="006C19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C191F"/>
  </w:style>
  <w:style w:type="character" w:styleId="a9">
    <w:name w:val="Hyperlink"/>
    <w:basedOn w:val="a0"/>
    <w:uiPriority w:val="99"/>
    <w:unhideWhenUsed/>
    <w:rsid w:val="00617AA6"/>
    <w:rPr>
      <w:color w:val="0000FF"/>
      <w:u w:val="single"/>
    </w:rPr>
  </w:style>
  <w:style w:type="character" w:styleId="aa">
    <w:name w:val="FollowedHyperlink"/>
    <w:basedOn w:val="a0"/>
    <w:rsid w:val="004003A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9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inenergo.gov.ru/system/download/4193/150697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minenergo.gov.ru/system/download/4193/150696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minenergo.gov.ru/system/download/4193/150837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inenergo.gov.ru/system/download/4193/150695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inenergo.gov.ru/system/download/4193/150700" TargetMode="External"/><Relationship Id="rId10" Type="http://schemas.openxmlformats.org/officeDocument/2006/relationships/hyperlink" Target="https://minenergo.gov.ru/system/download/4193/150694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yperlink" Target="https://minenergo.gov.ru/system/download/4193/150699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b00140\AppData\Local\Temp\AsudViewed\0900092980d15aac\&#1064;&#1072;&#1073;&#1083;&#1086;&#1085;_&#1087;&#1080;&#1089;&#1100;&#1084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101D1-6EA8-4B16-A08C-45F2799FD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Шаблон_письма.dotx</Template>
  <TotalTime>387</TotalTime>
  <Pages>3</Pages>
  <Words>433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РАО «ЕЭС России»</vt:lpstr>
    </vt:vector>
  </TitlesOfParts>
  <Company>ОАО "МРСК Северо-Запада"</Company>
  <LinksUpToDate>false</LinksUpToDate>
  <CharactersWithSpaces>4607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РАО «ЕЭС России»</dc:title>
  <dc:creator>Кривошеева Елена Николаевна</dc:creator>
  <cp:lastModifiedBy>Ткачук Елена Васильевна</cp:lastModifiedBy>
  <cp:revision>70</cp:revision>
  <cp:lastPrinted>2020-02-26T13:43:00Z</cp:lastPrinted>
  <dcterms:created xsi:type="dcterms:W3CDTF">2019-08-08T10:32:00Z</dcterms:created>
  <dcterms:modified xsi:type="dcterms:W3CDTF">2021-02-26T05:06:00Z</dcterms:modified>
</cp:coreProperties>
</file>